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0B73139F" w:rsidR="00A22298" w:rsidRDefault="002B2FC0" w:rsidP="00B42F40">
      <w:pPr>
        <w:pStyle w:val="Titul2"/>
      </w:pPr>
      <w:r>
        <w:t>výkon odborného geotechnického dozoru pro stavbu</w:t>
      </w:r>
    </w:p>
    <w:p w14:paraId="0030737C" w14:textId="58C46EC3" w:rsidR="00F422D3" w:rsidRDefault="00F422D3" w:rsidP="00B42F40">
      <w:pPr>
        <w:pStyle w:val="Titul2"/>
      </w:pPr>
      <w:r>
        <w:t>Název zakázky: „</w:t>
      </w:r>
      <w:r w:rsidR="002B2FC0">
        <w:t>Elektrizace trati vč. PEÚ Brno – Zastávka u Brna, 2. etapa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5D9E4FF7" w:rsidR="00F422D3" w:rsidRDefault="00F422D3" w:rsidP="00B42F40">
      <w:pPr>
        <w:pStyle w:val="Textbezodsazen"/>
      </w:pPr>
      <w:r>
        <w:t>ISPROFOND</w:t>
      </w:r>
      <w:r w:rsidR="002B2FC0">
        <w:t xml:space="preserve"> / SUB. ISPROFIN</w:t>
      </w:r>
      <w:r>
        <w:t xml:space="preserve">: </w:t>
      </w:r>
      <w:r w:rsidR="002B2FC0" w:rsidRPr="00215358">
        <w:t>5623520053 / 5623520053</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3BB7A7F" w:rsidR="003F5723" w:rsidRDefault="003F5723" w:rsidP="003F5723">
      <w:pPr>
        <w:pStyle w:val="Text1-1"/>
      </w:pPr>
      <w:r>
        <w:t xml:space="preserve">Objednatel </w:t>
      </w:r>
      <w:r w:rsidRPr="00176814">
        <w:t xml:space="preserve">oznámil </w:t>
      </w:r>
      <w:r w:rsidR="00176814" w:rsidRPr="002816DF">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2B2FC0">
        <w:rPr>
          <w:rFonts w:eastAsia="Times New Roman" w:cs="Times New Roman"/>
          <w:b/>
          <w:lang w:eastAsia="cs-CZ"/>
        </w:rPr>
        <w:t>Elektrizace trati vč. PEÚ Brno – Zastávka u Brna, 2. etapa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599715D" w:rsidR="003F5723" w:rsidRDefault="003F5723" w:rsidP="003F5723">
      <w:pPr>
        <w:pStyle w:val="Text1-1"/>
      </w:pPr>
      <w:r>
        <w:t xml:space="preserve">Zhotovitel se zavazuje v souladu s touto Smlouvou provést </w:t>
      </w:r>
      <w:r w:rsidR="00546383">
        <w:t>d</w:t>
      </w:r>
      <w:r>
        <w:t xml:space="preserve">ílo spočívající v </w:t>
      </w:r>
      <w:r w:rsidR="002B2FC0" w:rsidRPr="002816DF">
        <w:t>zajištění výkonu odborného geotechnického dozoru pro stavbu</w:t>
      </w:r>
      <w:r w:rsidRPr="002816DF">
        <w:t xml:space="preserve"> </w:t>
      </w:r>
      <w:r w:rsidR="005F4EE6">
        <w:t xml:space="preserve">s názvem: </w:t>
      </w:r>
      <w:r w:rsidR="005F4EE6" w:rsidRPr="005F4EE6">
        <w:t>„</w:t>
      </w:r>
      <w:r w:rsidR="005F4EE6" w:rsidRPr="005F4EE6">
        <w:rPr>
          <w:rFonts w:eastAsia="Times New Roman" w:cs="Times New Roman"/>
          <w:lang w:eastAsia="cs-CZ"/>
        </w:rPr>
        <w:t>Elektrizace trati vč. PEÚ Brno – Zastávka u Brna, 2. etapa</w:t>
      </w:r>
      <w:r w:rsidR="005F4EE6" w:rsidRPr="005F4EE6">
        <w:t>“</w:t>
      </w:r>
      <w:r w:rsidR="005F4EE6">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45BD96F0" w:rsidR="003F5723" w:rsidRPr="00726C93" w:rsidRDefault="003F5723" w:rsidP="003F5723">
      <w:pPr>
        <w:pStyle w:val="Text1-1"/>
      </w:pPr>
      <w:r w:rsidRPr="00DD5F8B">
        <w:t xml:space="preserve">Místem plnění je </w:t>
      </w:r>
      <w:r w:rsidR="001B7DE5">
        <w:t xml:space="preserve">pro předání díla - </w:t>
      </w:r>
      <w:r w:rsidRPr="00DD5F8B">
        <w:t xml:space="preserve">Stavební správa </w:t>
      </w:r>
      <w:r w:rsidR="00DD5F8B" w:rsidRPr="00DD5F8B">
        <w:t>východ, Nerudova 1, 779 00 Olomouc.</w:t>
      </w:r>
      <w:r w:rsidR="00DD5F8B">
        <w:t xml:space="preserve"> </w:t>
      </w:r>
    </w:p>
    <w:p w14:paraId="056D7518" w14:textId="737520F7" w:rsidR="001B7DE5" w:rsidRPr="00DD5F8B" w:rsidRDefault="001B7DE5" w:rsidP="00726C93">
      <w:pPr>
        <w:pStyle w:val="Text1-1"/>
        <w:numPr>
          <w:ilvl w:val="0"/>
          <w:numId w:val="0"/>
        </w:numPr>
        <w:ind w:left="737"/>
      </w:pPr>
      <w:r w:rsidRPr="002816DF">
        <w:t>Místem plnění je pro geotechnický dozor a konzultační činnost:</w:t>
      </w:r>
      <w:r>
        <w:rPr>
          <w:i/>
          <w:color w:val="FF0000"/>
        </w:rPr>
        <w:t xml:space="preserve"> </w:t>
      </w:r>
      <w:r w:rsidRPr="00A64A1E">
        <w:rPr>
          <w:rFonts w:eastAsia="Times New Roman" w:cs="Times New Roman"/>
          <w:lang w:eastAsia="cs-CZ"/>
        </w:rPr>
        <w:t xml:space="preserve">místo stavby </w:t>
      </w:r>
      <w:r w:rsidRPr="005F4EE6">
        <w:rPr>
          <w:rFonts w:eastAsia="Times New Roman" w:cs="Times New Roman"/>
          <w:lang w:eastAsia="cs-CZ"/>
        </w:rPr>
        <w:t>„Elektrizace trati vč. PEÚ Brno – Zastávka u Brna, 2. etapa“</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 xml:space="preserve">nařízení Rady (EU) </w:t>
      </w:r>
      <w:r w:rsidRPr="00922189">
        <w:lastRenderedPageBreak/>
        <w:t>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lastRenderedPageBreak/>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27C45DD"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F251AB">
        <w:rPr>
          <w:b/>
        </w:rPr>
        <w:t xml:space="preserve"> </w:t>
      </w:r>
      <w:r w:rsidR="00B42CAB" w:rsidRPr="00B42CAB">
        <w:rPr>
          <w:b/>
        </w:rPr>
        <w:t>SSV</w:t>
      </w:r>
      <w:r w:rsidR="00B23140">
        <w:rPr>
          <w:b/>
        </w:rPr>
        <w:t>/</w:t>
      </w:r>
      <w:r w:rsidR="001B7DE5">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464E9A19" w14:textId="729DDFC9" w:rsidR="001B7DE5" w:rsidRPr="00860F2E" w:rsidRDefault="00F1246E" w:rsidP="002C7234">
      <w:pPr>
        <w:spacing w:before="240" w:line="276" w:lineRule="auto"/>
        <w:ind w:left="425"/>
        <w:rPr>
          <w:rFonts w:cs="Arial"/>
        </w:rPr>
      </w:pPr>
      <w:r w:rsidRPr="00F37D94">
        <w:t xml:space="preserve">Předmětem Díla je </w:t>
      </w:r>
      <w:r w:rsidR="001B7DE5" w:rsidRPr="00860F2E">
        <w:rPr>
          <w:rFonts w:cs="Arial"/>
        </w:rPr>
        <w:t>výkon od</w:t>
      </w:r>
      <w:r w:rsidR="001B7DE5">
        <w:rPr>
          <w:rFonts w:cs="Arial"/>
        </w:rPr>
        <w:t>borného geotechnického dozoru pro</w:t>
      </w:r>
      <w:r w:rsidR="001B7DE5" w:rsidRPr="00860F2E">
        <w:rPr>
          <w:rFonts w:cs="Arial"/>
        </w:rPr>
        <w:t xml:space="preserve"> stavb</w:t>
      </w:r>
      <w:r w:rsidR="001B7DE5">
        <w:rPr>
          <w:rFonts w:cs="Arial"/>
        </w:rPr>
        <w:t>u</w:t>
      </w:r>
      <w:r w:rsidR="001B7DE5" w:rsidRPr="00860F2E">
        <w:rPr>
          <w:rFonts w:cs="Arial"/>
        </w:rPr>
        <w:t xml:space="preserve">. </w:t>
      </w:r>
    </w:p>
    <w:p w14:paraId="507A7D95" w14:textId="77777777" w:rsidR="001B7DE5" w:rsidRPr="00860F2E" w:rsidRDefault="001B7DE5" w:rsidP="001B7DE5">
      <w:pPr>
        <w:spacing w:after="60" w:line="276" w:lineRule="auto"/>
        <w:ind w:left="425"/>
        <w:rPr>
          <w:rFonts w:cs="Arial"/>
          <w:u w:val="single"/>
        </w:rPr>
      </w:pPr>
      <w:r w:rsidRPr="00860F2E">
        <w:rPr>
          <w:rFonts w:cs="Arial"/>
          <w:u w:val="single"/>
        </w:rPr>
        <w:t>Činnost geotechnického dozoru zahrnuje odborný dozor při:</w:t>
      </w:r>
    </w:p>
    <w:p w14:paraId="0630A86E" w14:textId="77777777" w:rsidR="001B7DE5" w:rsidRPr="00860F2E" w:rsidRDefault="001B7DE5" w:rsidP="001B7DE5">
      <w:pPr>
        <w:numPr>
          <w:ilvl w:val="0"/>
          <w:numId w:val="37"/>
        </w:numPr>
        <w:autoSpaceDN w:val="0"/>
        <w:spacing w:after="0" w:line="276" w:lineRule="auto"/>
        <w:rPr>
          <w:rFonts w:cs="Arial"/>
        </w:rPr>
      </w:pPr>
      <w:r w:rsidRPr="00860F2E">
        <w:rPr>
          <w:rFonts w:cs="Arial"/>
        </w:rPr>
        <w:t xml:space="preserve">ošetření či sanaci zemní pláně, </w:t>
      </w:r>
      <w:r w:rsidRPr="00860F2E">
        <w:rPr>
          <w:rFonts w:cs="Arial"/>
        </w:rPr>
        <w:tab/>
      </w:r>
    </w:p>
    <w:p w14:paraId="13BA3BA3" w14:textId="77777777" w:rsidR="001B7DE5" w:rsidRPr="00860F2E" w:rsidRDefault="001B7DE5" w:rsidP="001B7DE5">
      <w:pPr>
        <w:numPr>
          <w:ilvl w:val="0"/>
          <w:numId w:val="37"/>
        </w:numPr>
        <w:autoSpaceDN w:val="0"/>
        <w:spacing w:after="0" w:line="276" w:lineRule="auto"/>
        <w:rPr>
          <w:rFonts w:cs="Arial"/>
        </w:rPr>
      </w:pPr>
      <w:r w:rsidRPr="00860F2E">
        <w:rPr>
          <w:rFonts w:cs="Arial"/>
        </w:rPr>
        <w:t>zřizování konstrukčních vrstev,</w:t>
      </w:r>
      <w:r w:rsidRPr="00860F2E">
        <w:rPr>
          <w:rFonts w:cs="Arial"/>
        </w:rPr>
        <w:tab/>
      </w:r>
    </w:p>
    <w:p w14:paraId="6A8E8E1D" w14:textId="77777777" w:rsidR="001B7DE5" w:rsidRPr="00860F2E" w:rsidRDefault="001B7DE5" w:rsidP="001B7DE5">
      <w:pPr>
        <w:numPr>
          <w:ilvl w:val="0"/>
          <w:numId w:val="37"/>
        </w:numPr>
        <w:autoSpaceDN w:val="0"/>
        <w:spacing w:after="0" w:line="276" w:lineRule="auto"/>
        <w:rPr>
          <w:rFonts w:cs="Arial"/>
        </w:rPr>
      </w:pPr>
      <w:r w:rsidRPr="00860F2E">
        <w:rPr>
          <w:rFonts w:cs="Arial"/>
        </w:rPr>
        <w:t>provádění kolejového lože,</w:t>
      </w:r>
    </w:p>
    <w:p w14:paraId="79EEEDAF" w14:textId="77777777" w:rsidR="001B7DE5" w:rsidRPr="00860F2E" w:rsidRDefault="001B7DE5" w:rsidP="001B7DE5">
      <w:pPr>
        <w:numPr>
          <w:ilvl w:val="0"/>
          <w:numId w:val="37"/>
        </w:numPr>
        <w:autoSpaceDN w:val="0"/>
        <w:spacing w:after="0" w:line="276" w:lineRule="auto"/>
        <w:rPr>
          <w:rFonts w:cs="Arial"/>
        </w:rPr>
      </w:pPr>
      <w:r w:rsidRPr="00860F2E">
        <w:rPr>
          <w:rFonts w:cs="Arial"/>
        </w:rPr>
        <w:t>finálních úpravách tvaru železničního tělesa,</w:t>
      </w:r>
    </w:p>
    <w:p w14:paraId="5E215C24" w14:textId="77777777" w:rsidR="001B7DE5" w:rsidRPr="00860F2E" w:rsidRDefault="001B7DE5" w:rsidP="001B7DE5">
      <w:pPr>
        <w:numPr>
          <w:ilvl w:val="0"/>
          <w:numId w:val="37"/>
        </w:numPr>
        <w:autoSpaceDN w:val="0"/>
        <w:spacing w:after="0" w:line="276" w:lineRule="auto"/>
        <w:rPr>
          <w:rFonts w:cs="Arial"/>
        </w:rPr>
      </w:pPr>
      <w:r w:rsidRPr="00860F2E">
        <w:rPr>
          <w:rFonts w:cs="Arial"/>
        </w:rPr>
        <w:t xml:space="preserve">použití </w:t>
      </w:r>
      <w:proofErr w:type="spellStart"/>
      <w:r w:rsidRPr="00860F2E">
        <w:rPr>
          <w:rFonts w:cs="Arial"/>
        </w:rPr>
        <w:t>geosyntetik</w:t>
      </w:r>
      <w:proofErr w:type="spellEnd"/>
      <w:r w:rsidRPr="00860F2E">
        <w:rPr>
          <w:rFonts w:cs="Arial"/>
        </w:rPr>
        <w:t>,</w:t>
      </w:r>
    </w:p>
    <w:p w14:paraId="40D8BDCD" w14:textId="77777777" w:rsidR="001B7DE5" w:rsidRPr="00860F2E" w:rsidRDefault="001B7DE5" w:rsidP="001B7DE5">
      <w:pPr>
        <w:numPr>
          <w:ilvl w:val="0"/>
          <w:numId w:val="37"/>
        </w:numPr>
        <w:autoSpaceDN w:val="0"/>
        <w:spacing w:after="0" w:line="276" w:lineRule="auto"/>
        <w:rPr>
          <w:rFonts w:cs="Arial"/>
        </w:rPr>
      </w:pPr>
      <w:r w:rsidRPr="00860F2E">
        <w:rPr>
          <w:rFonts w:cs="Arial"/>
        </w:rPr>
        <w:t>zřizování odvodnění,</w:t>
      </w:r>
    </w:p>
    <w:p w14:paraId="55F62A74" w14:textId="77777777" w:rsidR="001B7DE5" w:rsidRPr="00860F2E" w:rsidRDefault="001B7DE5" w:rsidP="001B7DE5">
      <w:pPr>
        <w:numPr>
          <w:ilvl w:val="0"/>
          <w:numId w:val="37"/>
        </w:numPr>
        <w:autoSpaceDN w:val="0"/>
        <w:spacing w:after="0" w:line="276" w:lineRule="auto"/>
        <w:rPr>
          <w:rFonts w:cs="Arial"/>
        </w:rPr>
      </w:pPr>
      <w:r w:rsidRPr="00860F2E">
        <w:rPr>
          <w:rFonts w:cs="Arial"/>
        </w:rPr>
        <w:t>zakládání umělých staveb,</w:t>
      </w:r>
    </w:p>
    <w:p w14:paraId="5FC77AD5" w14:textId="77777777" w:rsidR="001B7DE5" w:rsidRPr="00860F2E" w:rsidRDefault="001B7DE5" w:rsidP="001B7DE5">
      <w:pPr>
        <w:numPr>
          <w:ilvl w:val="0"/>
          <w:numId w:val="37"/>
        </w:numPr>
        <w:autoSpaceDN w:val="0"/>
        <w:spacing w:after="0" w:line="276" w:lineRule="auto"/>
        <w:rPr>
          <w:rFonts w:cs="Arial"/>
        </w:rPr>
      </w:pPr>
      <w:r w:rsidRPr="00860F2E">
        <w:rPr>
          <w:rFonts w:cs="Arial"/>
        </w:rPr>
        <w:t>provádění kontrolních zkoušek dle požadavků objednatele,</w:t>
      </w:r>
    </w:p>
    <w:p w14:paraId="02C01D4B" w14:textId="77777777" w:rsidR="001B7DE5" w:rsidRPr="00860F2E" w:rsidRDefault="001B7DE5" w:rsidP="001B7DE5">
      <w:pPr>
        <w:numPr>
          <w:ilvl w:val="0"/>
          <w:numId w:val="37"/>
        </w:numPr>
        <w:autoSpaceDN w:val="0"/>
        <w:spacing w:after="0" w:line="276" w:lineRule="auto"/>
        <w:ind w:right="419"/>
        <w:jc w:val="both"/>
        <w:rPr>
          <w:rFonts w:cs="Arial"/>
        </w:rPr>
      </w:pPr>
      <w:r w:rsidRPr="00860F2E">
        <w:rPr>
          <w:rFonts w:cs="Arial"/>
        </w:rPr>
        <w:t>vypracování závěrečné zprávy GT dozoru o sledovaném úseku stavby a spolupráce při konečném stanovisku investora pro přejímku prací včetně konzultační činnosti podle požadavků objednatele.</w:t>
      </w:r>
    </w:p>
    <w:p w14:paraId="1F30668B" w14:textId="77777777" w:rsidR="001B7DE5" w:rsidRPr="00860F2E" w:rsidRDefault="001B7DE5" w:rsidP="001B7DE5">
      <w:pPr>
        <w:autoSpaceDE w:val="0"/>
        <w:autoSpaceDN w:val="0"/>
        <w:spacing w:after="0" w:line="240" w:lineRule="auto"/>
        <w:rPr>
          <w:rFonts w:eastAsia="Times New Roman" w:cs="Arial"/>
          <w:lang w:eastAsia="cs-CZ"/>
        </w:rPr>
      </w:pPr>
    </w:p>
    <w:p w14:paraId="1EDAA0FE" w14:textId="77777777" w:rsidR="001B7DE5" w:rsidRPr="00860F2E" w:rsidRDefault="001B7DE5" w:rsidP="001B7DE5">
      <w:pPr>
        <w:pStyle w:val="Zkladntext2"/>
        <w:spacing w:line="240" w:lineRule="auto"/>
        <w:ind w:left="426" w:right="419"/>
        <w:jc w:val="both"/>
        <w:rPr>
          <w:rFonts w:cs="Arial"/>
        </w:rPr>
      </w:pPr>
      <w:r w:rsidRPr="00860F2E">
        <w:rPr>
          <w:rFonts w:cs="Arial"/>
        </w:rPr>
        <w:t>Geotechnický dozor bude vykonáván nárazově na vyzvání odpovědného pracovníka objednatele.</w:t>
      </w:r>
    </w:p>
    <w:p w14:paraId="445EE71F" w14:textId="77777777" w:rsidR="001B7DE5" w:rsidRPr="00860F2E" w:rsidRDefault="001B7DE5" w:rsidP="001B7DE5">
      <w:pPr>
        <w:spacing w:before="20"/>
        <w:ind w:left="426" w:right="419"/>
        <w:jc w:val="both"/>
        <w:rPr>
          <w:rFonts w:cs="Arial"/>
        </w:rPr>
      </w:pPr>
      <w:r w:rsidRPr="00860F2E">
        <w:rPr>
          <w:rFonts w:cs="Arial"/>
        </w:rPr>
        <w:t>Geotechnický dozor bude prováděn v rozsahu provádění stavby „</w:t>
      </w:r>
      <w:r>
        <w:rPr>
          <w:rStyle w:val="Nadpisvtabulce"/>
        </w:rPr>
        <w:t>Elektrizace trati vč. PEÚ Brno – Zastávka u Brna, 2. etapa</w:t>
      </w:r>
      <w:r w:rsidRPr="00860F2E">
        <w:rPr>
          <w:rFonts w:cs="Arial"/>
          <w:bCs/>
          <w:color w:val="000000"/>
        </w:rPr>
        <w:t>“.</w:t>
      </w:r>
    </w:p>
    <w:p w14:paraId="07D5689B" w14:textId="77777777" w:rsidR="001B7DE5" w:rsidRPr="00523F53" w:rsidRDefault="001B7DE5" w:rsidP="001B7DE5">
      <w:pPr>
        <w:spacing w:after="60" w:line="276" w:lineRule="auto"/>
        <w:ind w:left="425"/>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211ABBB5" w14:textId="77777777" w:rsidR="001B7DE5" w:rsidRPr="00523F53" w:rsidRDefault="001B7DE5" w:rsidP="001B7DE5">
      <w:pPr>
        <w:pStyle w:val="Odstavecseseznamem"/>
        <w:numPr>
          <w:ilvl w:val="0"/>
          <w:numId w:val="38"/>
        </w:numPr>
        <w:tabs>
          <w:tab w:val="left" w:pos="5387"/>
        </w:tabs>
        <w:autoSpaceDE w:val="0"/>
        <w:autoSpaceDN w:val="0"/>
        <w:spacing w:after="0" w:line="276" w:lineRule="auto"/>
        <w:jc w:val="both"/>
        <w:rPr>
          <w:rFonts w:cs="Arial"/>
        </w:rPr>
      </w:pPr>
      <w:r w:rsidRPr="00523F53">
        <w:rPr>
          <w:rFonts w:cs="Arial"/>
        </w:rPr>
        <w:t>stanovení pa</w:t>
      </w:r>
      <w:r>
        <w:rPr>
          <w:rFonts w:cs="Arial"/>
        </w:rPr>
        <w:t xml:space="preserve">rametrů </w:t>
      </w:r>
      <w:proofErr w:type="spellStart"/>
      <w:r>
        <w:rPr>
          <w:rFonts w:cs="Arial"/>
        </w:rPr>
        <w:t>štěrkodrti</w:t>
      </w:r>
      <w:proofErr w:type="spellEnd"/>
      <w:r>
        <w:rPr>
          <w:rFonts w:cs="Arial"/>
        </w:rPr>
        <w:t xml:space="preserve"> ……………………………… 2</w:t>
      </w:r>
      <w:r w:rsidRPr="00523F53">
        <w:rPr>
          <w:rFonts w:cs="Arial"/>
        </w:rPr>
        <w:t xml:space="preserve"> zkoušky</w:t>
      </w:r>
    </w:p>
    <w:p w14:paraId="199FC77A" w14:textId="77777777" w:rsidR="001B7DE5" w:rsidRPr="00523F53" w:rsidRDefault="001B7DE5" w:rsidP="001B7DE5">
      <w:pPr>
        <w:pStyle w:val="Odstavecseseznamem"/>
        <w:numPr>
          <w:ilvl w:val="0"/>
          <w:numId w:val="38"/>
        </w:numPr>
        <w:tabs>
          <w:tab w:val="left" w:pos="5387"/>
        </w:tabs>
        <w:autoSpaceDE w:val="0"/>
        <w:autoSpaceDN w:val="0"/>
        <w:spacing w:after="0" w:line="276" w:lineRule="auto"/>
        <w:jc w:val="both"/>
        <w:rPr>
          <w:rFonts w:cs="Arial"/>
        </w:rPr>
      </w:pPr>
      <w:r w:rsidRPr="00523F53">
        <w:rPr>
          <w:rFonts w:cs="Arial"/>
        </w:rPr>
        <w:t xml:space="preserve">stanovení parametrů </w:t>
      </w:r>
      <w:proofErr w:type="gramStart"/>
      <w:r w:rsidRPr="00523F53">
        <w:rPr>
          <w:rFonts w:cs="Arial"/>
        </w:rPr>
        <w:t xml:space="preserve">štěrku   </w:t>
      </w:r>
      <w:r>
        <w:rPr>
          <w:rFonts w:cs="Arial"/>
        </w:rPr>
        <w:t xml:space="preserve"> </w:t>
      </w:r>
      <w:r w:rsidRPr="00523F53">
        <w:rPr>
          <w:rFonts w:cs="Arial"/>
        </w:rPr>
        <w:t xml:space="preserve">  </w:t>
      </w:r>
      <w:r>
        <w:rPr>
          <w:rFonts w:cs="Arial"/>
        </w:rPr>
        <w:t>…</w:t>
      </w:r>
      <w:proofErr w:type="gramEnd"/>
      <w:r>
        <w:rPr>
          <w:rFonts w:cs="Arial"/>
        </w:rPr>
        <w:t>…</w:t>
      </w:r>
      <w:r w:rsidRPr="00523F53">
        <w:rPr>
          <w:rFonts w:cs="Arial"/>
        </w:rPr>
        <w:t>…………………………</w:t>
      </w:r>
      <w:r>
        <w:rPr>
          <w:rFonts w:cs="Arial"/>
        </w:rPr>
        <w:t xml:space="preserve"> </w:t>
      </w:r>
      <w:r w:rsidRPr="00523F53">
        <w:rPr>
          <w:rFonts w:cs="Arial"/>
        </w:rPr>
        <w:t>2 zkoušky</w:t>
      </w:r>
    </w:p>
    <w:p w14:paraId="21B45A0E" w14:textId="77777777" w:rsidR="001B7DE5" w:rsidRPr="00523F53" w:rsidRDefault="001B7DE5" w:rsidP="001B7DE5">
      <w:pPr>
        <w:pStyle w:val="Odstavecseseznamem"/>
        <w:numPr>
          <w:ilvl w:val="0"/>
          <w:numId w:val="38"/>
        </w:numPr>
        <w:tabs>
          <w:tab w:val="left" w:pos="1008"/>
          <w:tab w:val="left" w:pos="5387"/>
        </w:tabs>
        <w:autoSpaceDE w:val="0"/>
        <w:autoSpaceDN w:val="0"/>
        <w:spacing w:after="0" w:line="276" w:lineRule="auto"/>
        <w:jc w:val="both"/>
        <w:rPr>
          <w:rFonts w:cs="Arial"/>
        </w:rPr>
      </w:pPr>
      <w:r w:rsidRPr="00523F53">
        <w:rPr>
          <w:rFonts w:cs="Arial"/>
        </w:rPr>
        <w:t xml:space="preserve">petrografický rozbor </w:t>
      </w:r>
      <w:proofErr w:type="gramStart"/>
      <w:r w:rsidRPr="00523F53">
        <w:rPr>
          <w:rFonts w:cs="Arial"/>
        </w:rPr>
        <w:t xml:space="preserve">štěrku  </w:t>
      </w:r>
      <w:r>
        <w:rPr>
          <w:rFonts w:cs="Arial"/>
        </w:rPr>
        <w:t xml:space="preserve">  </w:t>
      </w:r>
      <w:r w:rsidRPr="00523F53">
        <w:rPr>
          <w:rFonts w:cs="Arial"/>
        </w:rPr>
        <w:t xml:space="preserve">  </w:t>
      </w:r>
      <w:r>
        <w:rPr>
          <w:rFonts w:cs="Arial"/>
        </w:rPr>
        <w:t>…</w:t>
      </w:r>
      <w:proofErr w:type="gramEnd"/>
      <w:r>
        <w:rPr>
          <w:rFonts w:cs="Arial"/>
        </w:rPr>
        <w:t>…………………………… 1 zkoušk</w:t>
      </w:r>
      <w:r w:rsidRPr="00523F53">
        <w:rPr>
          <w:rFonts w:cs="Arial"/>
        </w:rPr>
        <w:t>a</w:t>
      </w:r>
    </w:p>
    <w:p w14:paraId="1EEF908C" w14:textId="77777777" w:rsidR="001B7DE5" w:rsidRDefault="001B7DE5" w:rsidP="001B7DE5">
      <w:pPr>
        <w:autoSpaceDE w:val="0"/>
        <w:autoSpaceDN w:val="0"/>
        <w:spacing w:after="0" w:line="240" w:lineRule="auto"/>
        <w:rPr>
          <w:rFonts w:eastAsia="Times New Roman" w:cs="Arial"/>
          <w:lang w:eastAsia="cs-CZ"/>
        </w:rPr>
      </w:pPr>
    </w:p>
    <w:p w14:paraId="1C3A7819" w14:textId="28122E9C" w:rsidR="00F1246E" w:rsidRPr="00F1246E" w:rsidRDefault="001B7DE5" w:rsidP="002C7234">
      <w:pPr>
        <w:pStyle w:val="Textbezodsazen"/>
        <w:spacing w:before="240"/>
      </w:pPr>
      <w:r w:rsidRPr="00523F53">
        <w:rPr>
          <w:rFonts w:cs="Arial"/>
        </w:rPr>
        <w:t xml:space="preserve">Zhotovitel provede dílo v souladu </w:t>
      </w:r>
      <w:r>
        <w:rPr>
          <w:rFonts w:cs="Arial"/>
        </w:rPr>
        <w:t>s platnými technickými normami,</w:t>
      </w:r>
      <w:r w:rsidRPr="00523F53">
        <w:rPr>
          <w:rFonts w:cs="Arial"/>
        </w:rPr>
        <w:t xml:space="preserve"> drážními předpisy a Technickými kvalitativními podmínkami staveb státních drah v platném znění.</w:t>
      </w:r>
    </w:p>
    <w:p w14:paraId="306FC0F5" w14:textId="77777777" w:rsidR="00F251AB" w:rsidRDefault="00F251AB" w:rsidP="00F37D94">
      <w:pPr>
        <w:pStyle w:val="Nadpisbezsl1-2"/>
      </w:pPr>
    </w:p>
    <w:p w14:paraId="40B27D27" w14:textId="3E35C913" w:rsidR="003532A1" w:rsidRPr="00F37D94" w:rsidRDefault="003532A1" w:rsidP="00F37D94">
      <w:pPr>
        <w:pStyle w:val="Nadpisbezsl1-2"/>
      </w:pPr>
      <w:r w:rsidRPr="00F37D94">
        <w:t>Způsob provedení Díla (způsob plnění):</w:t>
      </w:r>
    </w:p>
    <w:p w14:paraId="425530AF" w14:textId="77777777" w:rsidR="001B7DE5" w:rsidRPr="008456BD" w:rsidRDefault="001B7DE5" w:rsidP="001B7DE5">
      <w:pPr>
        <w:autoSpaceDE w:val="0"/>
        <w:autoSpaceDN w:val="0"/>
        <w:spacing w:after="0" w:line="240" w:lineRule="auto"/>
        <w:ind w:firstLine="426"/>
        <w:rPr>
          <w:rFonts w:eastAsia="Times New Roman" w:cs="Times New Roman"/>
          <w:u w:val="single"/>
          <w:lang w:eastAsia="cs-CZ"/>
        </w:rPr>
      </w:pPr>
      <w:r w:rsidRPr="008456BD">
        <w:rPr>
          <w:rFonts w:eastAsia="Times New Roman" w:cs="Times New Roman"/>
          <w:u w:val="single"/>
          <w:lang w:eastAsia="cs-CZ"/>
        </w:rPr>
        <w:t>Zpracované dílo je nutno vyhotovit v počtu:</w:t>
      </w:r>
    </w:p>
    <w:p w14:paraId="59397BB2" w14:textId="77777777" w:rsidR="001B7DE5" w:rsidRPr="00310CE9" w:rsidRDefault="001B7DE5" w:rsidP="001B7DE5">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w:t>
      </w:r>
      <w:r w:rsidRPr="00310CE9">
        <w:rPr>
          <w:rFonts w:eastAsia="Times New Roman" w:cs="Times New Roman"/>
          <w:lang w:eastAsia="cs-CZ"/>
        </w:rPr>
        <w:t xml:space="preserve"> </w:t>
      </w:r>
      <w:r w:rsidRPr="00310CE9">
        <w:rPr>
          <w:rFonts w:eastAsia="Times New Roman" w:cs="Times New Roman"/>
          <w:b/>
          <w:lang w:eastAsia="cs-CZ"/>
        </w:rPr>
        <w:t>2x   závěrečná zpráva v listinné formě</w:t>
      </w:r>
    </w:p>
    <w:p w14:paraId="0D4B3881" w14:textId="77777777" w:rsidR="001B7DE5" w:rsidRPr="00310CE9" w:rsidRDefault="001B7DE5" w:rsidP="001B7DE5">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- 1x   závěrečná zpráva v </w:t>
      </w:r>
      <w:proofErr w:type="spellStart"/>
      <w:r w:rsidRPr="00310CE9">
        <w:rPr>
          <w:rFonts w:eastAsia="Times New Roman" w:cs="Times New Roman"/>
          <w:b/>
          <w:lang w:eastAsia="cs-CZ"/>
        </w:rPr>
        <w:t>dig</w:t>
      </w:r>
      <w:proofErr w:type="spellEnd"/>
      <w:r w:rsidRPr="00310CE9">
        <w:rPr>
          <w:rFonts w:eastAsia="Times New Roman" w:cs="Times New Roman"/>
          <w:b/>
          <w:lang w:eastAsia="cs-CZ"/>
        </w:rPr>
        <w:t>. formě (</w:t>
      </w:r>
      <w:proofErr w:type="spellStart"/>
      <w:r w:rsidRPr="00310CE9">
        <w:rPr>
          <w:rFonts w:eastAsia="Times New Roman" w:cs="Times New Roman"/>
          <w:b/>
          <w:lang w:eastAsia="cs-CZ"/>
        </w:rPr>
        <w:t>pdf</w:t>
      </w:r>
      <w:proofErr w:type="spellEnd"/>
      <w:r w:rsidRPr="00310CE9">
        <w:rPr>
          <w:rFonts w:eastAsia="Times New Roman" w:cs="Times New Roman"/>
          <w:b/>
          <w:lang w:eastAsia="cs-CZ"/>
        </w:rPr>
        <w:t xml:space="preserve">) </w:t>
      </w:r>
    </w:p>
    <w:p w14:paraId="19C3625D" w14:textId="77777777" w:rsidR="001B7DE5" w:rsidRPr="00310CE9" w:rsidRDefault="001B7DE5" w:rsidP="001B7DE5">
      <w:pPr>
        <w:autoSpaceDE w:val="0"/>
        <w:autoSpaceDN w:val="0"/>
        <w:spacing w:after="0" w:line="240" w:lineRule="auto"/>
        <w:rPr>
          <w:rFonts w:eastAsia="Times New Roman" w:cs="Times New Roman"/>
          <w:lang w:eastAsia="cs-CZ"/>
        </w:rPr>
      </w:pPr>
    </w:p>
    <w:p w14:paraId="77A157C8" w14:textId="77777777" w:rsidR="001B7DE5" w:rsidRPr="00310CE9" w:rsidRDefault="001B7DE5" w:rsidP="00F203E7">
      <w:pPr>
        <w:autoSpaceDE w:val="0"/>
        <w:autoSpaceDN w:val="0"/>
        <w:spacing w:after="0" w:line="240" w:lineRule="auto"/>
        <w:ind w:right="55"/>
        <w:jc w:val="both"/>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0AF08194" w14:textId="03B1973C" w:rsidR="007145F3" w:rsidRDefault="001B7DE5" w:rsidP="00F203E7">
      <w:pPr>
        <w:pStyle w:val="Textbezodsazen"/>
        <w:ind w:right="55"/>
      </w:pPr>
      <w:r w:rsidRPr="00310CE9">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w:t>
      </w:r>
      <w:r>
        <w:rPr>
          <w:rFonts w:eastAsia="Times New Roman" w:cs="Times New Roman"/>
          <w:lang w:eastAsia="cs-CZ"/>
        </w:rPr>
        <w:t>o</w:t>
      </w:r>
      <w:r w:rsidRPr="00310CE9">
        <w:rPr>
          <w:rFonts w:eastAsia="Times New Roman" w:cs="Times New Roman"/>
          <w:lang w:eastAsia="cs-CZ"/>
        </w:rPr>
        <w:t>bjednatele pro příslušnou stavbu. Tyto tabulky jsou podkladem pro fakturaci a musí být přílohou daňového dokladu.</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757CCDC6" w:rsidR="00124751" w:rsidRDefault="003532A1" w:rsidP="00124751">
      <w:pPr>
        <w:pStyle w:val="Nadpisbezsl1-2"/>
      </w:pPr>
      <w:r>
        <w:t>OP</w:t>
      </w:r>
      <w:r w:rsidR="00726C93">
        <w:t xml:space="preserve"> </w:t>
      </w:r>
      <w:r>
        <w:t>SSV</w:t>
      </w:r>
      <w:r w:rsidR="001B7DE5">
        <w:t>/03/21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281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816DF">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71E2D1B0" w14:textId="77777777" w:rsidR="00236DCC" w:rsidRDefault="00236DCC" w:rsidP="00236DCC">
      <w:pPr>
        <w:pStyle w:val="Textbezodsazen"/>
      </w:pPr>
    </w:p>
    <w:p w14:paraId="788AD1C7" w14:textId="77777777" w:rsidR="00236DCC" w:rsidRDefault="00236DCC" w:rsidP="00236DCC">
      <w:pPr>
        <w:pStyle w:val="Textbezodsazen"/>
      </w:pPr>
    </w:p>
    <w:p w14:paraId="009EB7EF" w14:textId="02DB77A0" w:rsidR="00236DCC" w:rsidRDefault="00236DCC" w:rsidP="00236DCC">
      <w:pPr>
        <w:pStyle w:val="Textbezodsazen"/>
      </w:pPr>
    </w:p>
    <w:p w14:paraId="24CF5A95" w14:textId="77777777" w:rsidR="00F251AB" w:rsidRPr="00523F53" w:rsidRDefault="00F251AB" w:rsidP="00F251AB">
      <w:pPr>
        <w:tabs>
          <w:tab w:val="left" w:pos="1008"/>
        </w:tabs>
        <w:spacing w:line="276" w:lineRule="auto"/>
        <w:jc w:val="both"/>
        <w:rPr>
          <w:rFonts w:cs="Arial"/>
          <w:b/>
        </w:rPr>
      </w:pPr>
      <w:r w:rsidRPr="00523F53">
        <w:rPr>
          <w:rFonts w:cs="Arial"/>
          <w:b/>
        </w:rPr>
        <w:t>Tabulka</w:t>
      </w:r>
      <w:r w:rsidRPr="00523F53">
        <w:rPr>
          <w:rFonts w:cs="Arial"/>
          <w:b/>
        </w:rPr>
        <w:tab/>
        <w:t xml:space="preserve"> Předpokládaný rozsah prací</w:t>
      </w:r>
    </w:p>
    <w:tbl>
      <w:tblPr>
        <w:tblW w:w="7796" w:type="dxa"/>
        <w:tblInd w:w="-5"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F251AB" w:rsidRPr="00523F53" w14:paraId="2A68AA58" w14:textId="77777777" w:rsidTr="00F251AB">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1D2CD16" w14:textId="77777777" w:rsidR="00F251AB" w:rsidRPr="00523F53" w:rsidRDefault="00F251AB" w:rsidP="00E015D6">
            <w:pPr>
              <w:spacing w:after="0" w:line="240" w:lineRule="auto"/>
              <w:jc w:val="both"/>
              <w:rPr>
                <w:rFonts w:eastAsia="Arial Unicode MS" w:cs="Arial"/>
                <w:b/>
                <w:bCs/>
              </w:rPr>
            </w:pPr>
            <w:r w:rsidRPr="00523F53">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4F129F5B" w14:textId="77777777" w:rsidR="00F251AB" w:rsidRPr="00523F53" w:rsidRDefault="00F251AB" w:rsidP="00E015D6">
            <w:pPr>
              <w:spacing w:after="0" w:line="240" w:lineRule="auto"/>
              <w:jc w:val="center"/>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18784226" w14:textId="77777777" w:rsidR="00F251AB" w:rsidRDefault="00F251AB" w:rsidP="00E015D6">
            <w:pPr>
              <w:spacing w:after="0" w:line="240" w:lineRule="auto"/>
              <w:jc w:val="center"/>
              <w:rPr>
                <w:rFonts w:cs="Arial"/>
                <w:b/>
                <w:bCs/>
              </w:rPr>
            </w:pPr>
            <w:r w:rsidRPr="00523F53">
              <w:rPr>
                <w:rFonts w:cs="Arial"/>
                <w:b/>
                <w:bCs/>
              </w:rPr>
              <w:t>Počet</w:t>
            </w:r>
          </w:p>
          <w:p w14:paraId="588E6858" w14:textId="77777777" w:rsidR="00F251AB" w:rsidRPr="00523F53" w:rsidRDefault="00F251AB" w:rsidP="00E015D6">
            <w:pPr>
              <w:spacing w:after="0" w:line="240" w:lineRule="auto"/>
              <w:jc w:val="center"/>
              <w:rPr>
                <w:rFonts w:eastAsia="Arial Unicode MS" w:cs="Arial"/>
                <w:b/>
                <w:bCs/>
              </w:rPr>
            </w:pPr>
            <w:r w:rsidRPr="00523F53">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6A45EF2D" w14:textId="77777777" w:rsidR="00F251AB" w:rsidRDefault="00F251AB" w:rsidP="00E015D6">
            <w:pPr>
              <w:spacing w:after="0" w:line="240" w:lineRule="auto"/>
              <w:jc w:val="center"/>
              <w:rPr>
                <w:rFonts w:cs="Arial"/>
                <w:b/>
                <w:bCs/>
              </w:rPr>
            </w:pPr>
            <w:r w:rsidRPr="00523F53">
              <w:rPr>
                <w:rFonts w:cs="Arial"/>
                <w:b/>
                <w:bCs/>
              </w:rPr>
              <w:t>Jednotková</w:t>
            </w:r>
          </w:p>
          <w:p w14:paraId="17F5912E" w14:textId="77777777" w:rsidR="00F251AB" w:rsidRPr="00523F53" w:rsidRDefault="00F251AB" w:rsidP="00E015D6">
            <w:pPr>
              <w:spacing w:after="0" w:line="240" w:lineRule="auto"/>
              <w:jc w:val="center"/>
              <w:rPr>
                <w:rFonts w:eastAsia="Arial Unicode MS" w:cs="Arial"/>
                <w:b/>
                <w:bCs/>
              </w:rPr>
            </w:pPr>
            <w:r w:rsidRPr="00523F53">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42CF408B" w14:textId="77777777" w:rsidR="00F251AB" w:rsidRDefault="00F251AB" w:rsidP="00E015D6">
            <w:pPr>
              <w:spacing w:after="0" w:line="240" w:lineRule="auto"/>
              <w:jc w:val="center"/>
              <w:rPr>
                <w:rFonts w:cs="Arial"/>
                <w:b/>
                <w:bCs/>
              </w:rPr>
            </w:pPr>
            <w:r w:rsidRPr="00523F53">
              <w:rPr>
                <w:rFonts w:cs="Arial"/>
                <w:b/>
                <w:bCs/>
              </w:rPr>
              <w:t>Celková</w:t>
            </w:r>
          </w:p>
          <w:p w14:paraId="23EBDC21" w14:textId="77777777" w:rsidR="00F251AB" w:rsidRPr="00523F53" w:rsidRDefault="00F251AB" w:rsidP="00E015D6">
            <w:pPr>
              <w:spacing w:after="0" w:line="240" w:lineRule="auto"/>
              <w:jc w:val="center"/>
              <w:rPr>
                <w:rFonts w:eastAsia="Arial Unicode MS" w:cs="Arial"/>
                <w:b/>
                <w:bCs/>
              </w:rPr>
            </w:pPr>
            <w:r w:rsidRPr="00523F53">
              <w:rPr>
                <w:rFonts w:cs="Arial"/>
                <w:b/>
                <w:bCs/>
              </w:rPr>
              <w:t>cena</w:t>
            </w:r>
          </w:p>
        </w:tc>
      </w:tr>
      <w:tr w:rsidR="00F251AB" w:rsidRPr="00523F53" w14:paraId="4BF6204C" w14:textId="77777777" w:rsidTr="00F251AB">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C5BA8F8" w14:textId="77777777" w:rsidR="00F251AB" w:rsidRPr="00523F53" w:rsidRDefault="00F251AB" w:rsidP="00E015D6">
            <w:pPr>
              <w:spacing w:line="276" w:lineRule="auto"/>
              <w:jc w:val="both"/>
              <w:rPr>
                <w:rFonts w:cs="Arial"/>
              </w:rPr>
            </w:pPr>
            <w:r w:rsidRPr="00523F53">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336DF202" w14:textId="77777777" w:rsidR="00F251AB" w:rsidRPr="00523F53" w:rsidRDefault="00F251AB" w:rsidP="00E015D6">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BEA0E3F" w14:textId="77777777" w:rsidR="00F251AB" w:rsidRPr="00860F2E" w:rsidRDefault="00F251AB" w:rsidP="00E015D6">
            <w:pPr>
              <w:spacing w:line="276" w:lineRule="auto"/>
              <w:jc w:val="center"/>
              <w:rPr>
                <w:rFonts w:eastAsia="Arial Unicode MS" w:cs="Arial"/>
                <w:color w:val="FF0000"/>
              </w:rPr>
            </w:pPr>
            <w:r w:rsidRPr="009D1C6B">
              <w:rPr>
                <w:rFonts w:eastAsia="Arial Unicode MS" w:cs="Arial"/>
              </w:rPr>
              <w:t>101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D31405A" w14:textId="77777777" w:rsidR="00F251AB" w:rsidRPr="00523F53" w:rsidRDefault="00F251AB" w:rsidP="00E015D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57EC91C" w14:textId="77777777" w:rsidR="00F251AB" w:rsidRPr="00523F53" w:rsidRDefault="00F251AB" w:rsidP="00E015D6">
            <w:pPr>
              <w:spacing w:line="276" w:lineRule="auto"/>
              <w:jc w:val="center"/>
              <w:rPr>
                <w:rFonts w:eastAsia="Arial Unicode MS" w:cs="Arial"/>
              </w:rPr>
            </w:pPr>
          </w:p>
        </w:tc>
      </w:tr>
      <w:tr w:rsidR="00F251AB" w:rsidRPr="00523F53" w14:paraId="53C5410C" w14:textId="77777777" w:rsidTr="00F251AB">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41D761" w14:textId="77777777" w:rsidR="00F251AB" w:rsidRPr="00523F53" w:rsidRDefault="00F251AB" w:rsidP="00E015D6">
            <w:pPr>
              <w:spacing w:line="276" w:lineRule="auto"/>
              <w:jc w:val="both"/>
              <w:rPr>
                <w:rFonts w:cs="Arial"/>
              </w:rPr>
            </w:pPr>
            <w:r w:rsidRPr="00523F53">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44F080ED" w14:textId="77777777" w:rsidR="00F251AB" w:rsidRPr="00523F53" w:rsidRDefault="00F251AB" w:rsidP="00E015D6">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98ED206" w14:textId="77777777" w:rsidR="00F251AB" w:rsidRPr="00860F2E" w:rsidRDefault="00F251AB" w:rsidP="00E015D6">
            <w:pPr>
              <w:spacing w:line="276" w:lineRule="auto"/>
              <w:jc w:val="center"/>
              <w:rPr>
                <w:rFonts w:eastAsia="Arial Unicode MS" w:cs="Arial"/>
                <w:color w:val="FF0000"/>
              </w:rPr>
            </w:pPr>
            <w:r w:rsidRPr="00B973A4">
              <w:rPr>
                <w:rFonts w:eastAsia="Arial Unicode MS" w:cs="Arial"/>
              </w:rPr>
              <w:t>1</w:t>
            </w:r>
            <w:r>
              <w:rPr>
                <w:rFonts w:eastAsia="Arial Unicode MS" w:cs="Arial"/>
              </w:rPr>
              <w:t>300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71C066C" w14:textId="77777777" w:rsidR="00F251AB" w:rsidRPr="00523F53" w:rsidRDefault="00F251AB" w:rsidP="00E015D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92F39B2" w14:textId="77777777" w:rsidR="00F251AB" w:rsidRPr="00523F53" w:rsidRDefault="00F251AB" w:rsidP="00E015D6">
            <w:pPr>
              <w:spacing w:line="276" w:lineRule="auto"/>
              <w:jc w:val="center"/>
              <w:rPr>
                <w:rFonts w:eastAsia="Arial Unicode MS" w:cs="Arial"/>
              </w:rPr>
            </w:pPr>
          </w:p>
        </w:tc>
      </w:tr>
      <w:tr w:rsidR="00F251AB" w:rsidRPr="00523F53" w14:paraId="67E5AB91" w14:textId="77777777" w:rsidTr="00F251AB">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15D4BF7" w14:textId="77777777" w:rsidR="00F251AB" w:rsidRPr="00523F53" w:rsidRDefault="00F251AB" w:rsidP="00E015D6">
            <w:pPr>
              <w:spacing w:line="276" w:lineRule="auto"/>
              <w:jc w:val="both"/>
              <w:rPr>
                <w:rFonts w:cs="Arial"/>
              </w:rPr>
            </w:pPr>
            <w:r w:rsidRPr="00523F53">
              <w:rPr>
                <w:rFonts w:cs="Arial"/>
              </w:rPr>
              <w:t>Vyhotovení závěrečné zprávy</w:t>
            </w:r>
          </w:p>
        </w:tc>
        <w:tc>
          <w:tcPr>
            <w:tcW w:w="993" w:type="dxa"/>
            <w:tcBorders>
              <w:top w:val="single" w:sz="4" w:space="0" w:color="auto"/>
              <w:left w:val="nil"/>
              <w:bottom w:val="single" w:sz="4" w:space="0" w:color="auto"/>
              <w:right w:val="single" w:sz="4" w:space="0" w:color="auto"/>
            </w:tcBorders>
          </w:tcPr>
          <w:p w14:paraId="03381E12" w14:textId="77777777" w:rsidR="00F251AB" w:rsidRPr="00523F53" w:rsidRDefault="00F251AB" w:rsidP="00E015D6">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AE65C21" w14:textId="77777777" w:rsidR="00F251AB" w:rsidRPr="00523F53" w:rsidRDefault="00F251AB" w:rsidP="00E015D6">
            <w:pPr>
              <w:spacing w:line="276" w:lineRule="auto"/>
              <w:jc w:val="center"/>
              <w:rPr>
                <w:rFonts w:eastAsia="Arial Unicode MS" w:cs="Arial"/>
              </w:rPr>
            </w:pPr>
            <w:r w:rsidRPr="00523F53">
              <w:rPr>
                <w:rFonts w:eastAsia="Arial Unicode MS" w:cs="Arial"/>
              </w:rPr>
              <w:t>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2690B53" w14:textId="77777777" w:rsidR="00F251AB" w:rsidRPr="00523F53" w:rsidRDefault="00F251AB" w:rsidP="00E015D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2E43582" w14:textId="77777777" w:rsidR="00F251AB" w:rsidRPr="00523F53" w:rsidRDefault="00F251AB" w:rsidP="00E015D6">
            <w:pPr>
              <w:spacing w:line="276" w:lineRule="auto"/>
              <w:jc w:val="center"/>
              <w:rPr>
                <w:rFonts w:eastAsia="Arial Unicode MS" w:cs="Arial"/>
              </w:rPr>
            </w:pPr>
          </w:p>
        </w:tc>
      </w:tr>
    </w:tbl>
    <w:p w14:paraId="3888DF29" w14:textId="77777777" w:rsidR="00F251AB" w:rsidRDefault="00F251AB"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7"/>
        <w:gridCol w:w="4227"/>
        <w:gridCol w:w="3666"/>
        <w:gridCol w:w="3525"/>
      </w:tblGrid>
      <w:tr w:rsidR="00B72613" w:rsidRPr="00B72613" w14:paraId="78BDF846" w14:textId="77777777" w:rsidTr="00726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7"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7" w:type="dxa"/>
          </w:tcPr>
          <w:p w14:paraId="5176739D" w14:textId="01409032"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p>
        </w:tc>
        <w:tc>
          <w:tcPr>
            <w:tcW w:w="3666"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5"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726C93">
        <w:tc>
          <w:tcPr>
            <w:cnfStyle w:val="001000000000" w:firstRow="0" w:lastRow="0" w:firstColumn="1" w:lastColumn="0" w:oddVBand="0" w:evenVBand="0" w:oddHBand="0" w:evenHBand="0" w:firstRowFirstColumn="0" w:firstRowLastColumn="0" w:lastRowFirstColumn="0" w:lastRowLastColumn="0"/>
            <w:tcW w:w="2897"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7" w:type="dxa"/>
          </w:tcPr>
          <w:p w14:paraId="041C5DF2" w14:textId="24E87248" w:rsidR="00B72613" w:rsidRPr="00B72613" w:rsidRDefault="005932B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B4C62">
              <w:rPr>
                <w:rFonts w:eastAsia="Times New Roman" w:cs="Arial"/>
                <w:lang w:eastAsia="cs-CZ"/>
              </w:rPr>
              <w:t xml:space="preserve"> </w:t>
            </w:r>
            <w:r w:rsidRPr="00726C93">
              <w:rPr>
                <w:rFonts w:eastAsia="Times New Roman" w:cs="Arial"/>
                <w:sz w:val="18"/>
                <w:lang w:eastAsia="cs-CZ"/>
              </w:rPr>
              <w:t>bezodkladně po nabytí účinnosti smlouvy o výkonu činnosti odborného geotechnického dozoru pro stavbu.</w:t>
            </w:r>
          </w:p>
        </w:tc>
        <w:tc>
          <w:tcPr>
            <w:tcW w:w="3666"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5"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27F19EA6" w14:textId="77777777" w:rsidTr="00726C93">
        <w:tc>
          <w:tcPr>
            <w:cnfStyle w:val="001000000000" w:firstRow="0" w:lastRow="0" w:firstColumn="1" w:lastColumn="0" w:oddVBand="0" w:evenVBand="0" w:oddHBand="0" w:evenHBand="0" w:firstRowFirstColumn="0" w:firstRowLastColumn="0" w:lastRowFirstColumn="0" w:lastRowLastColumn="0"/>
            <w:tcW w:w="2897" w:type="dxa"/>
          </w:tcPr>
          <w:p w14:paraId="6C9A82CE" w14:textId="053B292A" w:rsidR="00B72613" w:rsidRPr="002816DF" w:rsidRDefault="005932BD" w:rsidP="005932BD">
            <w:pPr>
              <w:pStyle w:val="Textbezodsazen"/>
              <w:rPr>
                <w:rStyle w:val="Tun"/>
                <w:sz w:val="18"/>
                <w:highlight w:val="green"/>
              </w:rPr>
            </w:pPr>
            <w:r w:rsidRPr="002816DF">
              <w:rPr>
                <w:rStyle w:val="Tun"/>
                <w:sz w:val="18"/>
              </w:rPr>
              <w:t>Termín dokončení Díla</w:t>
            </w:r>
            <w:r w:rsidRPr="002816DF">
              <w:rPr>
                <w:rStyle w:val="Tun"/>
                <w:sz w:val="18"/>
                <w:highlight w:val="green"/>
              </w:rPr>
              <w:t xml:space="preserve"> </w:t>
            </w:r>
          </w:p>
        </w:tc>
        <w:tc>
          <w:tcPr>
            <w:tcW w:w="4227" w:type="dxa"/>
          </w:tcPr>
          <w:p w14:paraId="7E9905DA" w14:textId="688FCBBB" w:rsidR="005932BD" w:rsidRPr="005932BD" w:rsidRDefault="005932B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726C93">
              <w:rPr>
                <w:rFonts w:eastAsia="Times New Roman" w:cs="Arial"/>
                <w:sz w:val="18"/>
                <w:lang w:eastAsia="cs-CZ"/>
              </w:rPr>
              <w:t xml:space="preserve">do </w:t>
            </w:r>
            <w:r w:rsidRPr="00726C93">
              <w:rPr>
                <w:rFonts w:eastAsia="Times New Roman" w:cs="Arial"/>
                <w:b/>
                <w:sz w:val="18"/>
                <w:lang w:eastAsia="cs-CZ"/>
              </w:rPr>
              <w:t>26</w:t>
            </w:r>
            <w:r w:rsidRPr="00726C93">
              <w:rPr>
                <w:rFonts w:eastAsia="Times New Roman" w:cs="Arial"/>
                <w:sz w:val="18"/>
                <w:lang w:eastAsia="cs-CZ"/>
              </w:rPr>
              <w:t xml:space="preserve"> měsíců ode dne zahájení stavebních prací na předmětné stavbě, kdy je předpokládáno ukončení stavebních prací.</w:t>
            </w:r>
          </w:p>
        </w:tc>
        <w:tc>
          <w:tcPr>
            <w:tcW w:w="3666" w:type="dxa"/>
          </w:tcPr>
          <w:p w14:paraId="4F82877D" w14:textId="219356FA" w:rsidR="005932BD" w:rsidRPr="00726C93" w:rsidRDefault="005932BD" w:rsidP="00B7261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726C93">
              <w:rPr>
                <w:rFonts w:eastAsia="Times New Roman" w:cs="Arial"/>
                <w:sz w:val="18"/>
                <w:lang w:eastAsia="cs-CZ"/>
              </w:rPr>
              <w:t>Činnost odborného geotechnického dozoru pro stavbu bude probíhat při realizaci stavby nárazově, dle stavebních postupů: 26 měsíců</w:t>
            </w:r>
          </w:p>
        </w:tc>
        <w:tc>
          <w:tcPr>
            <w:tcW w:w="3525" w:type="dxa"/>
          </w:tcPr>
          <w:p w14:paraId="4D8848BF" w14:textId="77777777" w:rsidR="005932BD" w:rsidRPr="002816DF" w:rsidRDefault="005932B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816DF">
              <w:rPr>
                <w:sz w:val="18"/>
              </w:rPr>
              <w:t>Zpráva o výkonu geotechnického dozoru</w:t>
            </w:r>
          </w:p>
          <w:p w14:paraId="5D9493A9" w14:textId="656B3F0B" w:rsidR="00B72613" w:rsidRPr="002816DF"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38D44887" w:rsidR="00EC707C" w:rsidRDefault="00EC707C" w:rsidP="00EC707C">
      <w:pPr>
        <w:pStyle w:val="Nadpisbezsl1-2"/>
      </w:pPr>
      <w:r>
        <w:t>Za objednatele</w:t>
      </w:r>
    </w:p>
    <w:p w14:paraId="42EF2282" w14:textId="77777777" w:rsidR="005F4EE6" w:rsidRDefault="005F4EE6" w:rsidP="00EC707C">
      <w:pPr>
        <w:pStyle w:val="Nadpisbezsl1-2"/>
      </w:pPr>
    </w:p>
    <w:p w14:paraId="73E20EF9" w14:textId="77777777" w:rsidR="005F4EE6" w:rsidRPr="00F95FBD" w:rsidRDefault="005F4EE6" w:rsidP="005F4EE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F4EE6" w:rsidRPr="0038733F" w14:paraId="00B9994E" w14:textId="77777777" w:rsidTr="00E015D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6552E1" w14:textId="77777777" w:rsidR="005F4EE6" w:rsidRPr="0038733F" w:rsidRDefault="005F4EE6" w:rsidP="00E015D6">
            <w:pPr>
              <w:pStyle w:val="Tabulka"/>
              <w:rPr>
                <w:rStyle w:val="Nadpisvtabulce"/>
              </w:rPr>
            </w:pPr>
            <w:r w:rsidRPr="0038733F">
              <w:rPr>
                <w:rStyle w:val="Nadpisvtabulce"/>
              </w:rPr>
              <w:t>Jméno a příjmení</w:t>
            </w:r>
          </w:p>
        </w:tc>
        <w:tc>
          <w:tcPr>
            <w:tcW w:w="5812" w:type="dxa"/>
            <w:shd w:val="clear" w:color="auto" w:fill="auto"/>
          </w:tcPr>
          <w:p w14:paraId="44295549" w14:textId="77777777" w:rsidR="005F4EE6" w:rsidRPr="0038733F" w:rsidRDefault="005F4EE6" w:rsidP="00E015D6">
            <w:pPr>
              <w:pStyle w:val="Tabulka"/>
              <w:cnfStyle w:val="100000000000" w:firstRow="1" w:lastRow="0" w:firstColumn="0" w:lastColumn="0" w:oddVBand="0" w:evenVBand="0" w:oddHBand="0" w:evenHBand="0" w:firstRowFirstColumn="0" w:firstRowLastColumn="0" w:lastRowFirstColumn="0" w:lastRowLastColumn="0"/>
              <w:rPr>
                <w:sz w:val="18"/>
              </w:rPr>
            </w:pPr>
            <w:r w:rsidRPr="0038733F">
              <w:rPr>
                <w:sz w:val="18"/>
              </w:rPr>
              <w:t>Ing. Miroslav Bocák, ředitel Stavební správy východ</w:t>
            </w:r>
          </w:p>
        </w:tc>
      </w:tr>
      <w:tr w:rsidR="005F4EE6" w:rsidRPr="0038733F" w14:paraId="59A9FF11" w14:textId="77777777" w:rsidTr="00E015D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3AF942" w14:textId="77777777" w:rsidR="005F4EE6" w:rsidRPr="0038733F" w:rsidRDefault="005F4EE6" w:rsidP="00E015D6">
            <w:pPr>
              <w:pStyle w:val="Tabulka"/>
              <w:rPr>
                <w:sz w:val="18"/>
              </w:rPr>
            </w:pPr>
            <w:r w:rsidRPr="0038733F">
              <w:rPr>
                <w:sz w:val="18"/>
              </w:rPr>
              <w:t>Adresa</w:t>
            </w:r>
          </w:p>
        </w:tc>
        <w:tc>
          <w:tcPr>
            <w:tcW w:w="5812" w:type="dxa"/>
            <w:shd w:val="clear" w:color="auto" w:fill="auto"/>
          </w:tcPr>
          <w:p w14:paraId="50795475" w14:textId="77777777" w:rsidR="005F4EE6" w:rsidRPr="0038733F" w:rsidRDefault="005F4EE6" w:rsidP="00E015D6">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5F4EE6" w:rsidRPr="0038733F" w14:paraId="0D5ADE3C" w14:textId="77777777" w:rsidTr="00E015D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AB24F6" w14:textId="77777777" w:rsidR="005F4EE6" w:rsidRPr="0038733F" w:rsidRDefault="005F4EE6" w:rsidP="00E015D6">
            <w:pPr>
              <w:pStyle w:val="Tabulka"/>
              <w:rPr>
                <w:sz w:val="18"/>
              </w:rPr>
            </w:pPr>
            <w:r w:rsidRPr="0038733F">
              <w:rPr>
                <w:sz w:val="18"/>
              </w:rPr>
              <w:t>E-mail</w:t>
            </w:r>
          </w:p>
        </w:tc>
        <w:tc>
          <w:tcPr>
            <w:tcW w:w="5812" w:type="dxa"/>
            <w:shd w:val="clear" w:color="auto" w:fill="auto"/>
          </w:tcPr>
          <w:p w14:paraId="65B5DFE2" w14:textId="77777777" w:rsidR="005F4EE6" w:rsidRPr="00C52139" w:rsidRDefault="005F4EE6" w:rsidP="00E015D6">
            <w:pPr>
              <w:pStyle w:val="Tabulka"/>
              <w:cnfStyle w:val="000000000000" w:firstRow="0" w:lastRow="0" w:firstColumn="0" w:lastColumn="0" w:oddVBand="0" w:evenVBand="0" w:oddHBand="0" w:evenHBand="0" w:firstRowFirstColumn="0" w:firstRowLastColumn="0" w:lastRowFirstColumn="0" w:lastRowLastColumn="0"/>
              <w:rPr>
                <w:sz w:val="18"/>
              </w:rPr>
            </w:pPr>
            <w:r w:rsidRPr="00C52139">
              <w:rPr>
                <w:rStyle w:val="Hypertextovodkaz"/>
                <w:noProof w:val="0"/>
                <w:sz w:val="18"/>
              </w:rPr>
              <w:t>Bocak@spravazeleznic.cz</w:t>
            </w:r>
            <w:r w:rsidRPr="00C52139">
              <w:rPr>
                <w:sz w:val="18"/>
              </w:rPr>
              <w:t xml:space="preserve">  </w:t>
            </w:r>
          </w:p>
        </w:tc>
      </w:tr>
      <w:tr w:rsidR="005F4EE6" w:rsidRPr="0038733F" w14:paraId="6D09B9CF" w14:textId="77777777" w:rsidTr="00E015D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0C644F" w14:textId="77777777" w:rsidR="005F4EE6" w:rsidRPr="0038733F" w:rsidRDefault="005F4EE6" w:rsidP="00E015D6">
            <w:pPr>
              <w:pStyle w:val="Tabulka"/>
              <w:rPr>
                <w:sz w:val="18"/>
              </w:rPr>
            </w:pPr>
            <w:r w:rsidRPr="0038733F">
              <w:rPr>
                <w:sz w:val="18"/>
              </w:rPr>
              <w:t>Telefon</w:t>
            </w:r>
          </w:p>
        </w:tc>
        <w:tc>
          <w:tcPr>
            <w:tcW w:w="5812" w:type="dxa"/>
            <w:shd w:val="clear" w:color="auto" w:fill="auto"/>
          </w:tcPr>
          <w:p w14:paraId="60711399" w14:textId="77777777" w:rsidR="005F4EE6" w:rsidRPr="0038733F" w:rsidRDefault="005F4EE6" w:rsidP="00E015D6">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+420 606 780 184</w:t>
            </w:r>
          </w:p>
        </w:tc>
      </w:tr>
    </w:tbl>
    <w:p w14:paraId="4A7D7CCF" w14:textId="77777777" w:rsidR="005F4EE6" w:rsidRDefault="005F4EE6" w:rsidP="005F4EE6">
      <w:pPr>
        <w:pStyle w:val="Nadpisbezsl1-2"/>
        <w:spacing w:before="120"/>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254B33D9" w:rsidR="00502690" w:rsidRPr="002816DF" w:rsidRDefault="002816DF"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816DF">
              <w:rPr>
                <w:sz w:val="18"/>
              </w:rPr>
              <w:t>Mgr. Jan Hřídel</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110E017" w:rsidR="00502690" w:rsidRPr="002816DF" w:rsidRDefault="002816DF"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816DF">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0F71A2CB" w:rsidR="002038D5" w:rsidRPr="002816DF" w:rsidRDefault="002816DF"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816DF">
              <w:rPr>
                <w:sz w:val="18"/>
              </w:rPr>
              <w:t>Hridel@spravazeleznic.cz</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157F0C08" w:rsidR="002038D5" w:rsidRPr="002816DF" w:rsidRDefault="002816DF"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816DF">
              <w:rPr>
                <w:rFonts w:ascii="Verdana" w:hAnsi="Verdana"/>
                <w:color w:val="002B59"/>
                <w:sz w:val="18"/>
              </w:rPr>
              <w:t>+420 724 932 362</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45FD50EB" w:rsidR="002038D5" w:rsidRPr="002816DF" w:rsidRDefault="002816DF"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816DF">
              <w:rPr>
                <w:sz w:val="18"/>
              </w:rPr>
              <w:t>Ing. Martin Grečnár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22162230" w:rsidR="002038D5" w:rsidRPr="002816DF" w:rsidRDefault="002816DF"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816DF">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462A449C" w:rsidR="002038D5" w:rsidRPr="002816DF" w:rsidRDefault="002816DF"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816DF">
              <w:rPr>
                <w:sz w:val="18"/>
              </w:rPr>
              <w:t>grecnar@spravazeleznic.cz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5E96DED9" w:rsidR="002038D5" w:rsidRPr="002816DF" w:rsidRDefault="002816DF"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816DF">
              <w:rPr>
                <w:sz w:val="18"/>
              </w:rPr>
              <w:t>+420 724 550 166</w:t>
            </w:r>
          </w:p>
        </w:tc>
      </w:tr>
    </w:tbl>
    <w:p w14:paraId="18F27A99" w14:textId="77777777" w:rsidR="002038D5" w:rsidRPr="00F95FBD" w:rsidRDefault="002038D5" w:rsidP="002038D5">
      <w:pPr>
        <w:pStyle w:val="Textbezodsazen"/>
      </w:pPr>
    </w:p>
    <w:p w14:paraId="3A163CBC" w14:textId="77777777" w:rsidR="00D503DD" w:rsidRDefault="00D503DD" w:rsidP="00D503DD">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D503DD" w14:paraId="525E72CF" w14:textId="77777777" w:rsidTr="00D50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224D284" w14:textId="77777777" w:rsidR="00D503DD" w:rsidRDefault="00D503DD">
            <w:pPr>
              <w:pStyle w:val="Tabulka"/>
              <w:rPr>
                <w:rStyle w:val="Nadpisvtabulce"/>
                <w:b w:val="0"/>
              </w:rPr>
            </w:pPr>
            <w:r>
              <w:rPr>
                <w:rStyle w:val="Nadpisvtabulce"/>
              </w:rPr>
              <w:t>Jméno a příjmení</w:t>
            </w:r>
          </w:p>
        </w:tc>
        <w:tc>
          <w:tcPr>
            <w:tcW w:w="5812" w:type="dxa"/>
            <w:hideMark/>
          </w:tcPr>
          <w:p w14:paraId="59ACB9BD" w14:textId="7A59D0B5" w:rsidR="00D503DD" w:rsidRDefault="00D503DD" w:rsidP="00D503DD">
            <w:pPr>
              <w:pStyle w:val="Tabulka"/>
              <w:cnfStyle w:val="100000000000" w:firstRow="1" w:lastRow="0" w:firstColumn="0" w:lastColumn="0" w:oddVBand="0" w:evenVBand="0" w:oddHBand="0" w:evenHBand="0" w:firstRowFirstColumn="0" w:firstRowLastColumn="0" w:lastRowFirstColumn="0" w:lastRowLastColumn="0"/>
            </w:pPr>
            <w:r>
              <w:rPr>
                <w:sz w:val="18"/>
              </w:rPr>
              <w:t>Ing. Jan Andratschke</w:t>
            </w:r>
          </w:p>
        </w:tc>
      </w:tr>
      <w:tr w:rsidR="00D503DD" w14:paraId="42FE7E5F" w14:textId="77777777" w:rsidTr="00D503D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C67564E" w14:textId="77777777" w:rsidR="00D503DD" w:rsidRDefault="00D503D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73669F69" w14:textId="77777777" w:rsidR="00D503DD" w:rsidRDefault="00D503D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Benešova 713/23, 602 00, Brno - město</w:t>
            </w:r>
          </w:p>
        </w:tc>
      </w:tr>
      <w:tr w:rsidR="00D503DD" w14:paraId="4CAB017C" w14:textId="77777777" w:rsidTr="00D503D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842ECD6" w14:textId="77777777" w:rsidR="00D503DD" w:rsidRDefault="00D503DD">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A849DEA" w14:textId="7F607F97" w:rsidR="00D503DD" w:rsidRPr="00516A41" w:rsidRDefault="001A231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516A41" w:rsidRPr="00516A41">
                <w:rPr>
                  <w:rStyle w:val="Hypertextovodkaz"/>
                  <w:sz w:val="18"/>
                </w:rPr>
                <w:t>Andratschke@spravazeleznic.cz</w:t>
              </w:r>
            </w:hyperlink>
            <w:r w:rsidR="00D503DD" w:rsidRPr="00516A41">
              <w:rPr>
                <w:rStyle w:val="Hypertextovodkaz"/>
                <w:sz w:val="18"/>
              </w:rPr>
              <w:t xml:space="preserve"> </w:t>
            </w:r>
          </w:p>
        </w:tc>
      </w:tr>
      <w:tr w:rsidR="00D503DD" w14:paraId="5267F5A2" w14:textId="77777777" w:rsidTr="00D503D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764C60A" w14:textId="77777777" w:rsidR="00D503DD" w:rsidRDefault="00D503DD">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500E5F39" w14:textId="4EA3FEDF" w:rsidR="00D503DD" w:rsidRDefault="00D503DD" w:rsidP="00516A4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w:t>
            </w:r>
            <w:r w:rsidR="00516A41">
              <w:rPr>
                <w:sz w:val="18"/>
              </w:rPr>
              <w:t> 724 932 330</w:t>
            </w:r>
          </w:p>
        </w:tc>
      </w:tr>
    </w:tbl>
    <w:p w14:paraId="62BF9F5E" w14:textId="5C10D053" w:rsidR="002038D5" w:rsidRDefault="002038D5" w:rsidP="002038D5">
      <w:pPr>
        <w:pStyle w:val="Textbezodsazen"/>
      </w:pPr>
    </w:p>
    <w:p w14:paraId="0C14D4AD" w14:textId="77777777" w:rsidR="005932BD" w:rsidRDefault="005932BD"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0197EE8F"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503DD">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4D4CF964"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503DD">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182F69CE" w:rsidR="00047B05" w:rsidRPr="00047B05" w:rsidRDefault="00047B05" w:rsidP="00165977">
      <w:pPr>
        <w:pStyle w:val="Tabulka"/>
        <w:rPr>
          <w:color w:val="FF0000"/>
        </w:rPr>
      </w:pPr>
    </w:p>
    <w:p w14:paraId="40200FA7" w14:textId="6DFAC818" w:rsidR="002038D5" w:rsidRPr="002816DF" w:rsidRDefault="005932BD" w:rsidP="00165977">
      <w:pPr>
        <w:pStyle w:val="Nadpistabulky"/>
        <w:rPr>
          <w:sz w:val="18"/>
          <w:szCs w:val="18"/>
        </w:rPr>
      </w:pPr>
      <w:r w:rsidRPr="002816DF">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2816DF" w:rsidRDefault="002038D5" w:rsidP="00165977">
            <w:pPr>
              <w:pStyle w:val="Tabulka"/>
              <w:rPr>
                <w:rStyle w:val="Nadpisvtabulce"/>
              </w:rPr>
            </w:pPr>
            <w:r w:rsidRPr="002816DF">
              <w:rPr>
                <w:rStyle w:val="Nadpisvtabulce"/>
              </w:rPr>
              <w:t>Jméno a příjmení</w:t>
            </w:r>
          </w:p>
        </w:tc>
        <w:tc>
          <w:tcPr>
            <w:tcW w:w="5812" w:type="dxa"/>
          </w:tcPr>
          <w:p w14:paraId="498FF45C" w14:textId="591C3326"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D503DD">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2816DF" w:rsidRDefault="002038D5" w:rsidP="00165977">
            <w:pPr>
              <w:pStyle w:val="Tabulka"/>
              <w:rPr>
                <w:sz w:val="18"/>
              </w:rPr>
            </w:pPr>
            <w:r w:rsidRPr="002816DF">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2816DF" w:rsidRDefault="002038D5" w:rsidP="00165977">
            <w:pPr>
              <w:pStyle w:val="Tabulka"/>
              <w:rPr>
                <w:sz w:val="18"/>
              </w:rPr>
            </w:pPr>
            <w:r w:rsidRPr="002816DF">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2816DF" w:rsidRDefault="002038D5" w:rsidP="00165977">
            <w:pPr>
              <w:pStyle w:val="Tabulka"/>
              <w:rPr>
                <w:sz w:val="18"/>
              </w:rPr>
            </w:pPr>
            <w:r w:rsidRPr="002816DF">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1A29CB46" w:rsidR="00B06D17" w:rsidRDefault="00B06D17" w:rsidP="004436EE">
      <w:pPr>
        <w:pStyle w:val="Textbezodsazen"/>
      </w:pPr>
    </w:p>
    <w:p w14:paraId="401B5715" w14:textId="110552DB" w:rsidR="005932BD" w:rsidRPr="00F95FBD" w:rsidRDefault="005932BD" w:rsidP="005932BD">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5932BD" w:rsidRPr="00F95FBD" w14:paraId="38FA3C3F" w14:textId="77777777" w:rsidTr="00281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E892D3" w14:textId="77777777" w:rsidR="005932BD" w:rsidRPr="00F95FBD" w:rsidRDefault="005932BD" w:rsidP="002816DF">
            <w:pPr>
              <w:pStyle w:val="Tabulka"/>
              <w:keepNext/>
              <w:rPr>
                <w:rStyle w:val="Nadpisvtabulce"/>
              </w:rPr>
            </w:pPr>
            <w:r w:rsidRPr="00F95FBD">
              <w:rPr>
                <w:rStyle w:val="Nadpisvtabulce"/>
              </w:rPr>
              <w:t>Jméno a příjmení</w:t>
            </w:r>
          </w:p>
        </w:tc>
        <w:tc>
          <w:tcPr>
            <w:tcW w:w="5812" w:type="dxa"/>
          </w:tcPr>
          <w:p w14:paraId="3C558C75" w14:textId="0ED4F1D7" w:rsidR="005932BD" w:rsidRPr="00F95FBD" w:rsidRDefault="005932BD" w:rsidP="002816D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503DD">
              <w:rPr>
                <w:b/>
                <w:sz w:val="18"/>
                <w:highlight w:val="yellow"/>
              </w:rPr>
              <w:t>O</w:t>
            </w:r>
            <w:r w:rsidRPr="00F95FBD">
              <w:rPr>
                <w:b/>
                <w:sz w:val="18"/>
                <w:highlight w:val="yellow"/>
              </w:rPr>
              <w:t>TOVITEL]</w:t>
            </w:r>
          </w:p>
        </w:tc>
      </w:tr>
      <w:tr w:rsidR="005932BD" w:rsidRPr="00F95FBD" w14:paraId="19F46DB8" w14:textId="77777777" w:rsidTr="002816DF">
        <w:tc>
          <w:tcPr>
            <w:cnfStyle w:val="001000000000" w:firstRow="0" w:lastRow="0" w:firstColumn="1" w:lastColumn="0" w:oddVBand="0" w:evenVBand="0" w:oddHBand="0" w:evenHBand="0" w:firstRowFirstColumn="0" w:firstRowLastColumn="0" w:lastRowFirstColumn="0" w:lastRowLastColumn="0"/>
            <w:tcW w:w="3056" w:type="dxa"/>
          </w:tcPr>
          <w:p w14:paraId="72E60B42" w14:textId="77777777" w:rsidR="005932BD" w:rsidRPr="00F95FBD" w:rsidRDefault="005932BD" w:rsidP="002816DF">
            <w:pPr>
              <w:pStyle w:val="Tabulka"/>
              <w:keepNext/>
              <w:rPr>
                <w:sz w:val="18"/>
              </w:rPr>
            </w:pPr>
            <w:r w:rsidRPr="00F95FBD">
              <w:rPr>
                <w:sz w:val="18"/>
              </w:rPr>
              <w:t>Adresa</w:t>
            </w:r>
          </w:p>
        </w:tc>
        <w:tc>
          <w:tcPr>
            <w:tcW w:w="5812" w:type="dxa"/>
          </w:tcPr>
          <w:p w14:paraId="7E4AE307" w14:textId="77777777" w:rsidR="005932BD" w:rsidRPr="00F95FBD" w:rsidRDefault="005932BD" w:rsidP="002816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932BD" w:rsidRPr="00F95FBD" w14:paraId="0DF0549C" w14:textId="77777777" w:rsidTr="002816DF">
        <w:tc>
          <w:tcPr>
            <w:cnfStyle w:val="001000000000" w:firstRow="0" w:lastRow="0" w:firstColumn="1" w:lastColumn="0" w:oddVBand="0" w:evenVBand="0" w:oddHBand="0" w:evenHBand="0" w:firstRowFirstColumn="0" w:firstRowLastColumn="0" w:lastRowFirstColumn="0" w:lastRowLastColumn="0"/>
            <w:tcW w:w="3056" w:type="dxa"/>
          </w:tcPr>
          <w:p w14:paraId="5121EE28" w14:textId="77777777" w:rsidR="005932BD" w:rsidRPr="00F95FBD" w:rsidRDefault="005932BD" w:rsidP="002816DF">
            <w:pPr>
              <w:pStyle w:val="Tabulka"/>
              <w:keepNext/>
              <w:rPr>
                <w:sz w:val="18"/>
              </w:rPr>
            </w:pPr>
            <w:r w:rsidRPr="00F95FBD">
              <w:rPr>
                <w:sz w:val="18"/>
              </w:rPr>
              <w:t>E-mail</w:t>
            </w:r>
          </w:p>
        </w:tc>
        <w:tc>
          <w:tcPr>
            <w:tcW w:w="5812" w:type="dxa"/>
          </w:tcPr>
          <w:p w14:paraId="1DBA44DB" w14:textId="77777777" w:rsidR="005932BD" w:rsidRPr="00F95FBD" w:rsidRDefault="005932BD" w:rsidP="002816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932BD" w:rsidRPr="00F95FBD" w14:paraId="748BAB64" w14:textId="77777777" w:rsidTr="002816DF">
        <w:tc>
          <w:tcPr>
            <w:cnfStyle w:val="001000000000" w:firstRow="0" w:lastRow="0" w:firstColumn="1" w:lastColumn="0" w:oddVBand="0" w:evenVBand="0" w:oddHBand="0" w:evenHBand="0" w:firstRowFirstColumn="0" w:firstRowLastColumn="0" w:lastRowFirstColumn="0" w:lastRowLastColumn="0"/>
            <w:tcW w:w="3056" w:type="dxa"/>
          </w:tcPr>
          <w:p w14:paraId="57EAB059" w14:textId="77777777" w:rsidR="005932BD" w:rsidRPr="00F95FBD" w:rsidRDefault="005932BD" w:rsidP="002816DF">
            <w:pPr>
              <w:pStyle w:val="Tabulka"/>
              <w:rPr>
                <w:sz w:val="18"/>
              </w:rPr>
            </w:pPr>
            <w:r w:rsidRPr="00F95FBD">
              <w:rPr>
                <w:sz w:val="18"/>
              </w:rPr>
              <w:t>Telefon</w:t>
            </w:r>
          </w:p>
        </w:tc>
        <w:tc>
          <w:tcPr>
            <w:tcW w:w="5812" w:type="dxa"/>
          </w:tcPr>
          <w:p w14:paraId="617C31B4" w14:textId="77777777" w:rsidR="005932BD" w:rsidRPr="00F95FBD" w:rsidRDefault="005932BD" w:rsidP="002816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7C6DBB" w14:textId="77777777" w:rsidR="005932BD" w:rsidRDefault="005932BD"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15899585"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5A39C065" w:rsidR="00D0544F" w:rsidRPr="002816DF" w:rsidRDefault="00726C93" w:rsidP="00D0544F">
            <w:pPr>
              <w:pStyle w:val="Tabulka"/>
              <w:rPr>
                <w:sz w:val="18"/>
                <w:highlight w:val="green"/>
              </w:rPr>
            </w:pPr>
            <w:r w:rsidRPr="002816DF">
              <w:rPr>
                <w:sz w:val="18"/>
              </w:rPr>
              <w:t>Výzva k podání nabídky</w:t>
            </w:r>
          </w:p>
        </w:tc>
        <w:tc>
          <w:tcPr>
            <w:tcW w:w="3129" w:type="dxa"/>
          </w:tcPr>
          <w:p w14:paraId="20027AE0" w14:textId="43CD8446" w:rsidR="00D0544F" w:rsidRPr="00F95FBD" w:rsidRDefault="007D2A6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14638</w:t>
            </w:r>
            <w:r w:rsidR="00726C93">
              <w:rPr>
                <w:sz w:val="18"/>
              </w:rPr>
              <w:t>/2022-SŽ-SSV-Ú3</w:t>
            </w:r>
          </w:p>
        </w:tc>
        <w:tc>
          <w:tcPr>
            <w:tcW w:w="2957" w:type="dxa"/>
          </w:tcPr>
          <w:p w14:paraId="1A309BA6" w14:textId="4405CA40" w:rsidR="00D0544F" w:rsidRPr="00F95FBD" w:rsidRDefault="001A2315" w:rsidP="001A2315">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w:t>
            </w:r>
            <w:r w:rsidR="0052767C">
              <w:rPr>
                <w:sz w:val="18"/>
              </w:rPr>
              <w:t>1.1</w:t>
            </w:r>
            <w:r>
              <w:rPr>
                <w:sz w:val="18"/>
              </w:rPr>
              <w:t>1</w:t>
            </w:r>
            <w:bookmarkStart w:id="1" w:name="_GoBack"/>
            <w:bookmarkEnd w:id="1"/>
            <w:r w:rsidR="0052767C">
              <w:rPr>
                <w:sz w:val="18"/>
              </w:rPr>
              <w:t>.2022</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39374755" w:rsidR="00D0544F" w:rsidRPr="002816DF" w:rsidRDefault="00726C93" w:rsidP="00964369">
            <w:pPr>
              <w:pStyle w:val="Tabulka"/>
              <w:rPr>
                <w:sz w:val="18"/>
                <w:highlight w:val="green"/>
              </w:rPr>
            </w:pPr>
            <w:r w:rsidRPr="002816DF">
              <w:rPr>
                <w:sz w:val="18"/>
              </w:rPr>
              <w:t>DSP (Projekt stavby)</w:t>
            </w:r>
            <w:r w:rsidR="00516A41">
              <w:rPr>
                <w:sz w:val="18"/>
              </w:rPr>
              <w:t>, zpracovaný společností SUDOP BRNO, spol. s r.o.</w:t>
            </w:r>
          </w:p>
        </w:tc>
        <w:tc>
          <w:tcPr>
            <w:tcW w:w="3129" w:type="dxa"/>
          </w:tcPr>
          <w:p w14:paraId="2FBC8AD6" w14:textId="1B414EAF" w:rsidR="00D0544F" w:rsidRPr="00726C93" w:rsidRDefault="00726C9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26C93">
              <w:rPr>
                <w:rFonts w:eastAsia="Times New Roman" w:cs="Arial"/>
                <w:sz w:val="18"/>
                <w:lang w:eastAsia="cs-CZ"/>
              </w:rPr>
              <w:t>111588/2021-SŽ-GŘ-O6-Hor</w:t>
            </w:r>
          </w:p>
        </w:tc>
        <w:tc>
          <w:tcPr>
            <w:tcW w:w="2957" w:type="dxa"/>
          </w:tcPr>
          <w:p w14:paraId="6F27044A" w14:textId="3C1E8C45" w:rsidR="00D0544F" w:rsidRPr="00F95FBD" w:rsidRDefault="00D503DD" w:rsidP="00D503DD">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schváleno </w:t>
            </w:r>
            <w:proofErr w:type="gramStart"/>
            <w:r w:rsidR="00726C93">
              <w:rPr>
                <w:sz w:val="18"/>
              </w:rPr>
              <w:t>24.06.2021</w:t>
            </w:r>
            <w:proofErr w:type="gramEnd"/>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125C7CE8" w:rsidR="00D0544F" w:rsidRPr="00D503DD" w:rsidRDefault="00D503DD" w:rsidP="00964369">
            <w:pPr>
              <w:pStyle w:val="Tabulka"/>
              <w:rPr>
                <w:sz w:val="18"/>
              </w:rPr>
            </w:pPr>
            <w:r w:rsidRPr="00D503DD">
              <w:rPr>
                <w:sz w:val="18"/>
              </w:rPr>
              <w:t>Nabídka zhotovitele</w:t>
            </w:r>
          </w:p>
        </w:tc>
        <w:tc>
          <w:tcPr>
            <w:tcW w:w="3129" w:type="dxa"/>
          </w:tcPr>
          <w:p w14:paraId="196ACE1C" w14:textId="5B26353D" w:rsidR="00D0544F" w:rsidRPr="00F95FBD" w:rsidRDefault="007D2A6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397EF87E" w:rsidR="00D0544F" w:rsidRPr="00D503DD" w:rsidRDefault="00D503DD" w:rsidP="00D503D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D503DD">
              <w:rPr>
                <w:sz w:val="18"/>
                <w:highlight w:val="yellow"/>
              </w:rPr>
              <w:t>[VLOŽÍ ZHOTOVITEL]</w:t>
            </w: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54256420" w:rsidR="00D0544F" w:rsidRPr="00D0544F" w:rsidRDefault="00D0544F" w:rsidP="00964369">
            <w:pPr>
              <w:pStyle w:val="Tabulka"/>
              <w:rPr>
                <w:sz w:val="18"/>
                <w:highlight w:val="green"/>
              </w:rPr>
            </w:pP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2816DF" w:rsidRDefault="002816DF" w:rsidP="00962258">
      <w:pPr>
        <w:spacing w:after="0" w:line="240" w:lineRule="auto"/>
      </w:pPr>
      <w:r>
        <w:separator/>
      </w:r>
    </w:p>
  </w:endnote>
  <w:endnote w:type="continuationSeparator" w:id="0">
    <w:p w14:paraId="13A1BD46" w14:textId="77777777" w:rsidR="002816DF" w:rsidRDefault="00281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0EC6C59D" w14:textId="77777777" w:rsidTr="00EB46E5">
      <w:tc>
        <w:tcPr>
          <w:tcW w:w="1361" w:type="dxa"/>
          <w:tcMar>
            <w:left w:w="0" w:type="dxa"/>
            <w:right w:w="0" w:type="dxa"/>
          </w:tcMar>
          <w:vAlign w:val="bottom"/>
        </w:tcPr>
        <w:p w14:paraId="407D1A08" w14:textId="3B085424" w:rsidR="002816DF" w:rsidRPr="00B8518B" w:rsidRDefault="002816D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2816DF" w:rsidRDefault="002816DF" w:rsidP="00B8518B">
          <w:pPr>
            <w:pStyle w:val="Zpat"/>
          </w:pPr>
        </w:p>
      </w:tc>
      <w:tc>
        <w:tcPr>
          <w:tcW w:w="425" w:type="dxa"/>
          <w:shd w:val="clear" w:color="auto" w:fill="auto"/>
          <w:tcMar>
            <w:left w:w="0" w:type="dxa"/>
            <w:right w:w="0" w:type="dxa"/>
          </w:tcMar>
        </w:tcPr>
        <w:p w14:paraId="678BAD2C" w14:textId="77777777" w:rsidR="002816DF" w:rsidRDefault="002816DF" w:rsidP="00B8518B">
          <w:pPr>
            <w:pStyle w:val="Zpat"/>
          </w:pPr>
        </w:p>
      </w:tc>
      <w:tc>
        <w:tcPr>
          <w:tcW w:w="8505" w:type="dxa"/>
        </w:tcPr>
        <w:p w14:paraId="747F5888" w14:textId="77777777" w:rsidR="002816DF" w:rsidRDefault="002816DF" w:rsidP="00506DE0">
          <w:pPr>
            <w:pStyle w:val="Zpat0"/>
            <w:rPr>
              <w:b/>
            </w:rPr>
          </w:pPr>
          <w:r w:rsidRPr="00886B4D">
            <w:rPr>
              <w:b/>
            </w:rPr>
            <w:t xml:space="preserve">Smlouva o dílo na </w:t>
          </w:r>
          <w:r>
            <w:rPr>
              <w:b/>
            </w:rPr>
            <w:t>poskytování služeb</w:t>
          </w:r>
        </w:p>
        <w:p w14:paraId="54745AA8" w14:textId="77777777" w:rsidR="002816DF" w:rsidRDefault="002816DF" w:rsidP="00176814">
          <w:pPr>
            <w:pStyle w:val="Zpat0"/>
          </w:pPr>
        </w:p>
      </w:tc>
    </w:tr>
  </w:tbl>
  <w:p w14:paraId="7A97BEB2" w14:textId="77777777" w:rsidR="002816DF" w:rsidRPr="00B8518B" w:rsidRDefault="002816D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2D5A9328" w14:textId="77777777" w:rsidTr="00EB46E5">
      <w:tc>
        <w:tcPr>
          <w:tcW w:w="1361" w:type="dxa"/>
          <w:tcMar>
            <w:left w:w="0" w:type="dxa"/>
            <w:right w:w="0" w:type="dxa"/>
          </w:tcMar>
          <w:vAlign w:val="bottom"/>
        </w:tcPr>
        <w:p w14:paraId="520EB415" w14:textId="10773A75"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2816DF" w:rsidRDefault="002816DF" w:rsidP="00B8518B">
          <w:pPr>
            <w:pStyle w:val="Zpat"/>
          </w:pPr>
        </w:p>
      </w:tc>
      <w:tc>
        <w:tcPr>
          <w:tcW w:w="425" w:type="dxa"/>
          <w:shd w:val="clear" w:color="auto" w:fill="auto"/>
          <w:tcMar>
            <w:left w:w="0" w:type="dxa"/>
            <w:right w:w="0" w:type="dxa"/>
          </w:tcMar>
        </w:tcPr>
        <w:p w14:paraId="65151A4E" w14:textId="77777777" w:rsidR="002816DF" w:rsidRDefault="002816DF" w:rsidP="00B8518B">
          <w:pPr>
            <w:pStyle w:val="Zpat"/>
          </w:pPr>
        </w:p>
      </w:tc>
      <w:tc>
        <w:tcPr>
          <w:tcW w:w="8505" w:type="dxa"/>
        </w:tcPr>
        <w:p w14:paraId="759F17AC" w14:textId="77777777" w:rsidR="002816DF" w:rsidRPr="00143EC0" w:rsidRDefault="002816DF" w:rsidP="00F422D3">
          <w:pPr>
            <w:pStyle w:val="Zpat0"/>
            <w:rPr>
              <w:b/>
            </w:rPr>
          </w:pPr>
          <w:r w:rsidRPr="00143EC0">
            <w:rPr>
              <w:b/>
            </w:rPr>
            <w:t xml:space="preserve">PŘÍLOHA č. </w:t>
          </w:r>
          <w:r>
            <w:rPr>
              <w:b/>
            </w:rPr>
            <w:t>8</w:t>
          </w:r>
        </w:p>
        <w:p w14:paraId="735C0C8E" w14:textId="77777777" w:rsidR="002816DF" w:rsidRDefault="002816DF" w:rsidP="00F95FBD">
          <w:pPr>
            <w:pStyle w:val="Zpat0"/>
          </w:pPr>
          <w:r w:rsidRPr="00886B4D">
            <w:rPr>
              <w:b/>
            </w:rPr>
            <w:t xml:space="preserve">Smlouva o dílo na </w:t>
          </w:r>
          <w:r>
            <w:rPr>
              <w:b/>
            </w:rPr>
            <w:t>poskytování služeb</w:t>
          </w:r>
        </w:p>
      </w:tc>
    </w:tr>
  </w:tbl>
  <w:p w14:paraId="06CC2AD8" w14:textId="77777777" w:rsidR="002816DF" w:rsidRPr="00B8518B" w:rsidRDefault="002816D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2C42EE45" w14:textId="77777777" w:rsidTr="00EB46E5">
      <w:tc>
        <w:tcPr>
          <w:tcW w:w="1361" w:type="dxa"/>
          <w:tcMar>
            <w:left w:w="0" w:type="dxa"/>
            <w:right w:w="0" w:type="dxa"/>
          </w:tcMar>
          <w:vAlign w:val="bottom"/>
        </w:tcPr>
        <w:p w14:paraId="7F8FD290" w14:textId="6E815CBE"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2816DF" w:rsidRDefault="002816DF" w:rsidP="00B8518B">
          <w:pPr>
            <w:pStyle w:val="Zpat"/>
          </w:pPr>
        </w:p>
      </w:tc>
      <w:tc>
        <w:tcPr>
          <w:tcW w:w="425" w:type="dxa"/>
          <w:shd w:val="clear" w:color="auto" w:fill="auto"/>
          <w:tcMar>
            <w:left w:w="0" w:type="dxa"/>
            <w:right w:w="0" w:type="dxa"/>
          </w:tcMar>
        </w:tcPr>
        <w:p w14:paraId="1B061211" w14:textId="77777777" w:rsidR="002816DF" w:rsidRDefault="002816DF" w:rsidP="00B8518B">
          <w:pPr>
            <w:pStyle w:val="Zpat"/>
          </w:pPr>
        </w:p>
      </w:tc>
      <w:tc>
        <w:tcPr>
          <w:tcW w:w="8505" w:type="dxa"/>
        </w:tcPr>
        <w:p w14:paraId="52EFD9E9" w14:textId="77777777" w:rsidR="002816DF" w:rsidRPr="00143EC0" w:rsidRDefault="002816DF"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2816DF" w:rsidRDefault="002816DF" w:rsidP="00F95FBD">
          <w:pPr>
            <w:pStyle w:val="Zpat0"/>
          </w:pPr>
          <w:r w:rsidRPr="00886B4D">
            <w:rPr>
              <w:b/>
            </w:rPr>
            <w:t xml:space="preserve">Smlouva o dílo na </w:t>
          </w:r>
          <w:r>
            <w:rPr>
              <w:b/>
            </w:rPr>
            <w:t>poskytování služeb</w:t>
          </w:r>
        </w:p>
      </w:tc>
    </w:tr>
  </w:tbl>
  <w:p w14:paraId="1EBB9FDD" w14:textId="77777777" w:rsidR="002816DF" w:rsidRPr="00B8518B" w:rsidRDefault="002816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2816DF" w:rsidRPr="00B8518B" w:rsidRDefault="002816DF" w:rsidP="00460660">
    <w:pPr>
      <w:pStyle w:val="Zpat"/>
      <w:rPr>
        <w:sz w:val="2"/>
        <w:szCs w:val="2"/>
      </w:rPr>
    </w:pPr>
  </w:p>
  <w:p w14:paraId="33DA9FB8" w14:textId="77777777" w:rsidR="002816DF" w:rsidRPr="00B8518B" w:rsidRDefault="002816DF" w:rsidP="00F9740F">
    <w:pPr>
      <w:pStyle w:val="Zpat"/>
      <w:rPr>
        <w:sz w:val="2"/>
        <w:szCs w:val="2"/>
      </w:rPr>
    </w:pPr>
  </w:p>
  <w:p w14:paraId="652E2D0D" w14:textId="77777777" w:rsidR="002816DF" w:rsidRDefault="002816DF" w:rsidP="00F9740F">
    <w:pPr>
      <w:pStyle w:val="Zpat"/>
      <w:rPr>
        <w:rFonts w:cs="Calibri"/>
        <w:szCs w:val="12"/>
      </w:rPr>
    </w:pPr>
  </w:p>
  <w:p w14:paraId="378326CD" w14:textId="77777777" w:rsidR="002816DF" w:rsidRPr="00460660" w:rsidRDefault="002816D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2F44288B" w14:textId="77777777" w:rsidTr="00EB46E5">
      <w:tc>
        <w:tcPr>
          <w:tcW w:w="1361" w:type="dxa"/>
          <w:tcMar>
            <w:left w:w="0" w:type="dxa"/>
            <w:right w:w="0" w:type="dxa"/>
          </w:tcMar>
          <w:vAlign w:val="bottom"/>
        </w:tcPr>
        <w:p w14:paraId="2ABBDD31" w14:textId="3209DD0B"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2816DF" w:rsidRDefault="002816DF" w:rsidP="00B8518B">
          <w:pPr>
            <w:pStyle w:val="Zpat"/>
          </w:pPr>
        </w:p>
      </w:tc>
      <w:tc>
        <w:tcPr>
          <w:tcW w:w="425" w:type="dxa"/>
          <w:shd w:val="clear" w:color="auto" w:fill="auto"/>
          <w:tcMar>
            <w:left w:w="0" w:type="dxa"/>
            <w:right w:w="0" w:type="dxa"/>
          </w:tcMar>
        </w:tcPr>
        <w:p w14:paraId="1076B944" w14:textId="77777777" w:rsidR="002816DF" w:rsidRDefault="002816DF" w:rsidP="00B8518B">
          <w:pPr>
            <w:pStyle w:val="Zpat"/>
          </w:pPr>
        </w:p>
      </w:tc>
      <w:tc>
        <w:tcPr>
          <w:tcW w:w="8505" w:type="dxa"/>
        </w:tcPr>
        <w:p w14:paraId="35AE2265" w14:textId="77777777" w:rsidR="002816DF" w:rsidRPr="00143EC0" w:rsidRDefault="002816DF" w:rsidP="00F422D3">
          <w:pPr>
            <w:pStyle w:val="Zpat0"/>
            <w:rPr>
              <w:b/>
            </w:rPr>
          </w:pPr>
          <w:r w:rsidRPr="00143EC0">
            <w:rPr>
              <w:b/>
            </w:rPr>
            <w:t>PŘÍLOHA č. 1</w:t>
          </w:r>
        </w:p>
        <w:p w14:paraId="746A5B79" w14:textId="77777777" w:rsidR="002816DF" w:rsidRDefault="002816DF" w:rsidP="0056713A">
          <w:pPr>
            <w:pStyle w:val="Zpat0"/>
          </w:pPr>
          <w:r w:rsidRPr="00886B4D">
            <w:rPr>
              <w:b/>
            </w:rPr>
            <w:t xml:space="preserve">Smlouva o dílo na </w:t>
          </w:r>
          <w:r>
            <w:rPr>
              <w:b/>
            </w:rPr>
            <w:t>poskytování služeb</w:t>
          </w:r>
        </w:p>
      </w:tc>
    </w:tr>
  </w:tbl>
  <w:p w14:paraId="64D43270" w14:textId="77777777" w:rsidR="002816DF" w:rsidRPr="00B8518B" w:rsidRDefault="002816D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074CFC17" w14:textId="77777777" w:rsidTr="00EB46E5">
      <w:tc>
        <w:tcPr>
          <w:tcW w:w="1361" w:type="dxa"/>
          <w:tcMar>
            <w:left w:w="0" w:type="dxa"/>
            <w:right w:w="0" w:type="dxa"/>
          </w:tcMar>
          <w:vAlign w:val="bottom"/>
        </w:tcPr>
        <w:p w14:paraId="421A0F2C" w14:textId="344DBCAB"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2816DF" w:rsidRDefault="002816DF" w:rsidP="00B8518B">
          <w:pPr>
            <w:pStyle w:val="Zpat"/>
          </w:pPr>
        </w:p>
      </w:tc>
      <w:tc>
        <w:tcPr>
          <w:tcW w:w="425" w:type="dxa"/>
          <w:shd w:val="clear" w:color="auto" w:fill="auto"/>
          <w:tcMar>
            <w:left w:w="0" w:type="dxa"/>
            <w:right w:w="0" w:type="dxa"/>
          </w:tcMar>
        </w:tcPr>
        <w:p w14:paraId="2826A8DA" w14:textId="77777777" w:rsidR="002816DF" w:rsidRDefault="002816DF" w:rsidP="00B8518B">
          <w:pPr>
            <w:pStyle w:val="Zpat"/>
          </w:pPr>
        </w:p>
      </w:tc>
      <w:tc>
        <w:tcPr>
          <w:tcW w:w="8505" w:type="dxa"/>
        </w:tcPr>
        <w:p w14:paraId="6E288371" w14:textId="77777777" w:rsidR="002816DF" w:rsidRPr="00143EC0" w:rsidRDefault="002816DF" w:rsidP="00F422D3">
          <w:pPr>
            <w:pStyle w:val="Zpat0"/>
            <w:rPr>
              <w:b/>
            </w:rPr>
          </w:pPr>
          <w:r w:rsidRPr="00143EC0">
            <w:rPr>
              <w:b/>
            </w:rPr>
            <w:t>PŘÍLOHA č. 2</w:t>
          </w:r>
        </w:p>
        <w:p w14:paraId="2347747F" w14:textId="77777777" w:rsidR="002816DF" w:rsidRDefault="002816DF" w:rsidP="00F95FBD">
          <w:pPr>
            <w:pStyle w:val="Zpat0"/>
          </w:pPr>
          <w:r w:rsidRPr="00886B4D">
            <w:rPr>
              <w:b/>
            </w:rPr>
            <w:t xml:space="preserve">Smlouva o dílo na </w:t>
          </w:r>
          <w:r>
            <w:rPr>
              <w:b/>
            </w:rPr>
            <w:t>poskytování služeb</w:t>
          </w:r>
        </w:p>
      </w:tc>
    </w:tr>
  </w:tbl>
  <w:p w14:paraId="2F6FAA91" w14:textId="77777777" w:rsidR="002816DF" w:rsidRPr="00B8518B" w:rsidRDefault="002816D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6C98C0FA" w14:textId="77777777" w:rsidTr="00EB46E5">
      <w:tc>
        <w:tcPr>
          <w:tcW w:w="1361" w:type="dxa"/>
          <w:tcMar>
            <w:left w:w="0" w:type="dxa"/>
            <w:right w:w="0" w:type="dxa"/>
          </w:tcMar>
          <w:vAlign w:val="bottom"/>
        </w:tcPr>
        <w:p w14:paraId="642F40FD" w14:textId="7CF62D8F"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2816DF" w:rsidRDefault="002816DF" w:rsidP="00B8518B">
          <w:pPr>
            <w:pStyle w:val="Zpat"/>
          </w:pPr>
        </w:p>
      </w:tc>
      <w:tc>
        <w:tcPr>
          <w:tcW w:w="425" w:type="dxa"/>
          <w:shd w:val="clear" w:color="auto" w:fill="auto"/>
          <w:tcMar>
            <w:left w:w="0" w:type="dxa"/>
            <w:right w:w="0" w:type="dxa"/>
          </w:tcMar>
        </w:tcPr>
        <w:p w14:paraId="5643B09A" w14:textId="77777777" w:rsidR="002816DF" w:rsidRDefault="002816DF" w:rsidP="00B8518B">
          <w:pPr>
            <w:pStyle w:val="Zpat"/>
          </w:pPr>
        </w:p>
      </w:tc>
      <w:tc>
        <w:tcPr>
          <w:tcW w:w="8505" w:type="dxa"/>
        </w:tcPr>
        <w:p w14:paraId="7DDAF65B" w14:textId="77777777" w:rsidR="002816DF" w:rsidRPr="00143EC0" w:rsidRDefault="002816DF" w:rsidP="00F422D3">
          <w:pPr>
            <w:pStyle w:val="Zpat0"/>
            <w:rPr>
              <w:b/>
            </w:rPr>
          </w:pPr>
          <w:r w:rsidRPr="00143EC0">
            <w:rPr>
              <w:b/>
            </w:rPr>
            <w:t xml:space="preserve">PŘÍLOHA č. </w:t>
          </w:r>
          <w:r>
            <w:rPr>
              <w:b/>
            </w:rPr>
            <w:t>3</w:t>
          </w:r>
        </w:p>
        <w:p w14:paraId="542A0F46" w14:textId="77777777" w:rsidR="002816DF" w:rsidRDefault="002816DF" w:rsidP="00F95FBD">
          <w:pPr>
            <w:pStyle w:val="Zpat0"/>
          </w:pPr>
          <w:r w:rsidRPr="00886B4D">
            <w:rPr>
              <w:b/>
            </w:rPr>
            <w:t xml:space="preserve">Smlouva o dílo na </w:t>
          </w:r>
          <w:r>
            <w:rPr>
              <w:b/>
            </w:rPr>
            <w:t>poskytování služeb</w:t>
          </w:r>
        </w:p>
      </w:tc>
    </w:tr>
  </w:tbl>
  <w:p w14:paraId="3B301AC6" w14:textId="77777777" w:rsidR="002816DF" w:rsidRPr="00B8518B" w:rsidRDefault="002816D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615E6E53" w14:textId="77777777" w:rsidTr="00EB46E5">
      <w:tc>
        <w:tcPr>
          <w:tcW w:w="1361" w:type="dxa"/>
          <w:tcMar>
            <w:left w:w="0" w:type="dxa"/>
            <w:right w:w="0" w:type="dxa"/>
          </w:tcMar>
          <w:vAlign w:val="bottom"/>
        </w:tcPr>
        <w:p w14:paraId="66371F00" w14:textId="2E86F4FD"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2816DF" w:rsidRDefault="002816DF" w:rsidP="00B8518B">
          <w:pPr>
            <w:pStyle w:val="Zpat"/>
          </w:pPr>
        </w:p>
      </w:tc>
      <w:tc>
        <w:tcPr>
          <w:tcW w:w="425" w:type="dxa"/>
          <w:shd w:val="clear" w:color="auto" w:fill="auto"/>
          <w:tcMar>
            <w:left w:w="0" w:type="dxa"/>
            <w:right w:w="0" w:type="dxa"/>
          </w:tcMar>
        </w:tcPr>
        <w:p w14:paraId="70EC7414" w14:textId="77777777" w:rsidR="002816DF" w:rsidRDefault="002816DF" w:rsidP="00B8518B">
          <w:pPr>
            <w:pStyle w:val="Zpat"/>
          </w:pPr>
        </w:p>
      </w:tc>
      <w:tc>
        <w:tcPr>
          <w:tcW w:w="8505" w:type="dxa"/>
        </w:tcPr>
        <w:p w14:paraId="3A2E0D4A" w14:textId="77777777" w:rsidR="002816DF" w:rsidRPr="00143EC0" w:rsidRDefault="002816DF" w:rsidP="00F422D3">
          <w:pPr>
            <w:pStyle w:val="Zpat0"/>
            <w:rPr>
              <w:b/>
            </w:rPr>
          </w:pPr>
          <w:r w:rsidRPr="00143EC0">
            <w:rPr>
              <w:b/>
            </w:rPr>
            <w:t xml:space="preserve">PŘÍLOHA č. </w:t>
          </w:r>
          <w:r>
            <w:rPr>
              <w:b/>
            </w:rPr>
            <w:t>4</w:t>
          </w:r>
        </w:p>
        <w:p w14:paraId="13C0AAA0" w14:textId="77777777" w:rsidR="002816DF" w:rsidRDefault="002816DF" w:rsidP="00F95FBD">
          <w:pPr>
            <w:pStyle w:val="Zpat0"/>
          </w:pPr>
          <w:r w:rsidRPr="00886B4D">
            <w:rPr>
              <w:b/>
            </w:rPr>
            <w:t xml:space="preserve">Smlouva o dílo na </w:t>
          </w:r>
          <w:r>
            <w:rPr>
              <w:b/>
            </w:rPr>
            <w:t>poskytování služeb</w:t>
          </w:r>
        </w:p>
      </w:tc>
    </w:tr>
  </w:tbl>
  <w:p w14:paraId="7EBB5AD0" w14:textId="77777777" w:rsidR="002816DF" w:rsidRPr="00B8518B" w:rsidRDefault="002816D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0B027937" w14:textId="77777777" w:rsidTr="00EB46E5">
      <w:tc>
        <w:tcPr>
          <w:tcW w:w="1361" w:type="dxa"/>
          <w:tcMar>
            <w:left w:w="0" w:type="dxa"/>
            <w:right w:w="0" w:type="dxa"/>
          </w:tcMar>
          <w:vAlign w:val="bottom"/>
        </w:tcPr>
        <w:p w14:paraId="5562C2F6" w14:textId="05705EBD"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2816DF" w:rsidRDefault="002816DF" w:rsidP="00B8518B">
          <w:pPr>
            <w:pStyle w:val="Zpat"/>
          </w:pPr>
        </w:p>
      </w:tc>
      <w:tc>
        <w:tcPr>
          <w:tcW w:w="425" w:type="dxa"/>
          <w:shd w:val="clear" w:color="auto" w:fill="auto"/>
          <w:tcMar>
            <w:left w:w="0" w:type="dxa"/>
            <w:right w:w="0" w:type="dxa"/>
          </w:tcMar>
        </w:tcPr>
        <w:p w14:paraId="10B91CEB" w14:textId="77777777" w:rsidR="002816DF" w:rsidRDefault="002816DF" w:rsidP="00B8518B">
          <w:pPr>
            <w:pStyle w:val="Zpat"/>
          </w:pPr>
        </w:p>
      </w:tc>
      <w:tc>
        <w:tcPr>
          <w:tcW w:w="8505" w:type="dxa"/>
        </w:tcPr>
        <w:p w14:paraId="28971E6B" w14:textId="77777777" w:rsidR="002816DF" w:rsidRPr="00143EC0" w:rsidRDefault="002816DF" w:rsidP="00F422D3">
          <w:pPr>
            <w:pStyle w:val="Zpat0"/>
            <w:rPr>
              <w:b/>
            </w:rPr>
          </w:pPr>
          <w:r w:rsidRPr="00143EC0">
            <w:rPr>
              <w:b/>
            </w:rPr>
            <w:t xml:space="preserve">PŘÍLOHA č. </w:t>
          </w:r>
          <w:r>
            <w:rPr>
              <w:b/>
            </w:rPr>
            <w:t>5</w:t>
          </w:r>
        </w:p>
        <w:p w14:paraId="4876A771" w14:textId="77777777" w:rsidR="002816DF" w:rsidRDefault="002816DF" w:rsidP="00F95FBD">
          <w:pPr>
            <w:pStyle w:val="Zpat0"/>
          </w:pPr>
          <w:r w:rsidRPr="00886B4D">
            <w:rPr>
              <w:b/>
            </w:rPr>
            <w:t xml:space="preserve">Smlouva o dílo na </w:t>
          </w:r>
          <w:r>
            <w:rPr>
              <w:b/>
            </w:rPr>
            <w:t>poskytování služeb</w:t>
          </w:r>
        </w:p>
      </w:tc>
    </w:tr>
  </w:tbl>
  <w:p w14:paraId="78F0DA51" w14:textId="77777777" w:rsidR="002816DF" w:rsidRPr="00B8518B" w:rsidRDefault="002816D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60389700" w14:textId="77777777" w:rsidTr="00EB46E5">
      <w:tc>
        <w:tcPr>
          <w:tcW w:w="1361" w:type="dxa"/>
          <w:tcMar>
            <w:left w:w="0" w:type="dxa"/>
            <w:right w:w="0" w:type="dxa"/>
          </w:tcMar>
          <w:vAlign w:val="bottom"/>
        </w:tcPr>
        <w:p w14:paraId="1EE200C3" w14:textId="18547A11"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2816DF" w:rsidRDefault="002816DF" w:rsidP="00B8518B">
          <w:pPr>
            <w:pStyle w:val="Zpat"/>
          </w:pPr>
        </w:p>
      </w:tc>
      <w:tc>
        <w:tcPr>
          <w:tcW w:w="425" w:type="dxa"/>
          <w:shd w:val="clear" w:color="auto" w:fill="auto"/>
          <w:tcMar>
            <w:left w:w="0" w:type="dxa"/>
            <w:right w:w="0" w:type="dxa"/>
          </w:tcMar>
        </w:tcPr>
        <w:p w14:paraId="4C2C8CD4" w14:textId="77777777" w:rsidR="002816DF" w:rsidRDefault="002816DF" w:rsidP="00B8518B">
          <w:pPr>
            <w:pStyle w:val="Zpat"/>
          </w:pPr>
        </w:p>
      </w:tc>
      <w:tc>
        <w:tcPr>
          <w:tcW w:w="8505" w:type="dxa"/>
        </w:tcPr>
        <w:p w14:paraId="64238BDD" w14:textId="77777777" w:rsidR="002816DF" w:rsidRPr="00143EC0" w:rsidRDefault="002816DF" w:rsidP="00F422D3">
          <w:pPr>
            <w:pStyle w:val="Zpat0"/>
            <w:rPr>
              <w:b/>
            </w:rPr>
          </w:pPr>
          <w:r w:rsidRPr="00143EC0">
            <w:rPr>
              <w:b/>
            </w:rPr>
            <w:t xml:space="preserve">PŘÍLOHA č. </w:t>
          </w:r>
          <w:r>
            <w:rPr>
              <w:b/>
            </w:rPr>
            <w:t>6</w:t>
          </w:r>
        </w:p>
        <w:p w14:paraId="42B977E0" w14:textId="77777777" w:rsidR="002816DF" w:rsidRDefault="002816DF" w:rsidP="00F95FBD">
          <w:pPr>
            <w:pStyle w:val="Zpat0"/>
          </w:pPr>
          <w:r w:rsidRPr="00886B4D">
            <w:rPr>
              <w:b/>
            </w:rPr>
            <w:t xml:space="preserve">Smlouva o dílo na </w:t>
          </w:r>
          <w:r>
            <w:rPr>
              <w:b/>
            </w:rPr>
            <w:t>poskytování služeb</w:t>
          </w:r>
        </w:p>
      </w:tc>
    </w:tr>
  </w:tbl>
  <w:p w14:paraId="7605D7E7" w14:textId="77777777" w:rsidR="002816DF" w:rsidRPr="00B8518B" w:rsidRDefault="002816D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6DF" w14:paraId="200B4099" w14:textId="77777777" w:rsidTr="00EB46E5">
      <w:tc>
        <w:tcPr>
          <w:tcW w:w="1361" w:type="dxa"/>
          <w:tcMar>
            <w:left w:w="0" w:type="dxa"/>
            <w:right w:w="0" w:type="dxa"/>
          </w:tcMar>
          <w:vAlign w:val="bottom"/>
        </w:tcPr>
        <w:p w14:paraId="49C203DA" w14:textId="2E5CBED7" w:rsidR="002816DF" w:rsidRPr="00B8518B" w:rsidRDefault="002816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3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3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2816DF" w:rsidRDefault="002816DF" w:rsidP="00B8518B">
          <w:pPr>
            <w:pStyle w:val="Zpat"/>
          </w:pPr>
        </w:p>
      </w:tc>
      <w:tc>
        <w:tcPr>
          <w:tcW w:w="425" w:type="dxa"/>
          <w:shd w:val="clear" w:color="auto" w:fill="auto"/>
          <w:tcMar>
            <w:left w:w="0" w:type="dxa"/>
            <w:right w:w="0" w:type="dxa"/>
          </w:tcMar>
        </w:tcPr>
        <w:p w14:paraId="1E511D69" w14:textId="77777777" w:rsidR="002816DF" w:rsidRDefault="002816DF" w:rsidP="00B8518B">
          <w:pPr>
            <w:pStyle w:val="Zpat"/>
          </w:pPr>
        </w:p>
      </w:tc>
      <w:tc>
        <w:tcPr>
          <w:tcW w:w="8505" w:type="dxa"/>
        </w:tcPr>
        <w:p w14:paraId="28E20669" w14:textId="77777777" w:rsidR="002816DF" w:rsidRPr="00143EC0" w:rsidRDefault="002816DF" w:rsidP="00F422D3">
          <w:pPr>
            <w:pStyle w:val="Zpat0"/>
            <w:rPr>
              <w:b/>
            </w:rPr>
          </w:pPr>
          <w:r w:rsidRPr="00143EC0">
            <w:rPr>
              <w:b/>
            </w:rPr>
            <w:t xml:space="preserve">PŘÍLOHA č. </w:t>
          </w:r>
          <w:r>
            <w:rPr>
              <w:b/>
            </w:rPr>
            <w:t>7</w:t>
          </w:r>
        </w:p>
        <w:p w14:paraId="021CA5A4" w14:textId="77777777" w:rsidR="002816DF" w:rsidRDefault="002816DF" w:rsidP="00F95FBD">
          <w:pPr>
            <w:pStyle w:val="Zpat0"/>
          </w:pPr>
          <w:r w:rsidRPr="00886B4D">
            <w:rPr>
              <w:b/>
            </w:rPr>
            <w:t xml:space="preserve">Smlouva o dílo na </w:t>
          </w:r>
          <w:r>
            <w:rPr>
              <w:b/>
            </w:rPr>
            <w:t>poskytování služeb</w:t>
          </w:r>
        </w:p>
      </w:tc>
    </w:tr>
  </w:tbl>
  <w:p w14:paraId="6AB9F404" w14:textId="77777777" w:rsidR="002816DF" w:rsidRPr="00B8518B" w:rsidRDefault="002816D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2816DF" w:rsidRDefault="002816DF" w:rsidP="00962258">
      <w:pPr>
        <w:spacing w:after="0" w:line="240" w:lineRule="auto"/>
      </w:pPr>
      <w:r>
        <w:separator/>
      </w:r>
    </w:p>
  </w:footnote>
  <w:footnote w:type="continuationSeparator" w:id="0">
    <w:p w14:paraId="534A7A1B" w14:textId="77777777" w:rsidR="002816DF" w:rsidRDefault="00281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26FF851F" w14:textId="77777777" w:rsidTr="00C02D0A">
      <w:trPr>
        <w:trHeight w:hRule="exact" w:val="454"/>
      </w:trPr>
      <w:tc>
        <w:tcPr>
          <w:tcW w:w="1361" w:type="dxa"/>
          <w:tcMar>
            <w:top w:w="57" w:type="dxa"/>
            <w:left w:w="0" w:type="dxa"/>
            <w:right w:w="0" w:type="dxa"/>
          </w:tcMar>
        </w:tcPr>
        <w:p w14:paraId="58D921D0"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1CF3204D" w14:textId="77777777" w:rsidR="002816DF" w:rsidRDefault="002816DF" w:rsidP="00523EA7">
          <w:pPr>
            <w:pStyle w:val="Zpat"/>
          </w:pPr>
        </w:p>
      </w:tc>
      <w:tc>
        <w:tcPr>
          <w:tcW w:w="5698" w:type="dxa"/>
          <w:shd w:val="clear" w:color="auto" w:fill="auto"/>
          <w:tcMar>
            <w:top w:w="57" w:type="dxa"/>
            <w:left w:w="0" w:type="dxa"/>
            <w:right w:w="0" w:type="dxa"/>
          </w:tcMar>
        </w:tcPr>
        <w:p w14:paraId="362AE77D" w14:textId="77777777" w:rsidR="002816DF" w:rsidRPr="00D6163D" w:rsidRDefault="002816DF" w:rsidP="00D6163D">
          <w:pPr>
            <w:pStyle w:val="Druhdokumentu"/>
          </w:pPr>
        </w:p>
      </w:tc>
    </w:tr>
  </w:tbl>
  <w:p w14:paraId="33A2C084" w14:textId="77777777" w:rsidR="002816DF" w:rsidRPr="00D6163D" w:rsidRDefault="002816DF">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62232364" w14:textId="77777777" w:rsidTr="00C02D0A">
      <w:trPr>
        <w:trHeight w:hRule="exact" w:val="454"/>
      </w:trPr>
      <w:tc>
        <w:tcPr>
          <w:tcW w:w="1361" w:type="dxa"/>
          <w:tcMar>
            <w:top w:w="57" w:type="dxa"/>
            <w:left w:w="0" w:type="dxa"/>
            <w:right w:w="0" w:type="dxa"/>
          </w:tcMar>
        </w:tcPr>
        <w:p w14:paraId="1128734A"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57DB98B3" w14:textId="77777777" w:rsidR="002816DF" w:rsidRDefault="002816DF" w:rsidP="00523EA7">
          <w:pPr>
            <w:pStyle w:val="Zpat"/>
          </w:pPr>
        </w:p>
      </w:tc>
      <w:tc>
        <w:tcPr>
          <w:tcW w:w="5698" w:type="dxa"/>
          <w:shd w:val="clear" w:color="auto" w:fill="auto"/>
          <w:tcMar>
            <w:top w:w="57" w:type="dxa"/>
            <w:left w:w="0" w:type="dxa"/>
            <w:right w:w="0" w:type="dxa"/>
          </w:tcMar>
        </w:tcPr>
        <w:p w14:paraId="1E7DFB6C" w14:textId="77777777" w:rsidR="002816DF" w:rsidRPr="00D6163D" w:rsidRDefault="002816DF" w:rsidP="00D6163D">
          <w:pPr>
            <w:pStyle w:val="Druhdokumentu"/>
          </w:pPr>
        </w:p>
      </w:tc>
    </w:tr>
  </w:tbl>
  <w:p w14:paraId="7911A644" w14:textId="77777777" w:rsidR="002816DF" w:rsidRPr="00D6163D" w:rsidRDefault="002816D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5B1AC796" w14:textId="77777777" w:rsidTr="00C02D0A">
      <w:trPr>
        <w:trHeight w:hRule="exact" w:val="454"/>
      </w:trPr>
      <w:tc>
        <w:tcPr>
          <w:tcW w:w="1361" w:type="dxa"/>
          <w:tcMar>
            <w:top w:w="57" w:type="dxa"/>
            <w:left w:w="0" w:type="dxa"/>
            <w:right w:w="0" w:type="dxa"/>
          </w:tcMar>
        </w:tcPr>
        <w:p w14:paraId="127F1B6D"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314BD8E6" w14:textId="77777777" w:rsidR="002816DF" w:rsidRDefault="002816DF" w:rsidP="00523EA7">
          <w:pPr>
            <w:pStyle w:val="Zpat"/>
          </w:pPr>
        </w:p>
      </w:tc>
      <w:tc>
        <w:tcPr>
          <w:tcW w:w="5698" w:type="dxa"/>
          <w:shd w:val="clear" w:color="auto" w:fill="auto"/>
          <w:tcMar>
            <w:top w:w="57" w:type="dxa"/>
            <w:left w:w="0" w:type="dxa"/>
            <w:right w:w="0" w:type="dxa"/>
          </w:tcMar>
        </w:tcPr>
        <w:p w14:paraId="45CCC127" w14:textId="77777777" w:rsidR="002816DF" w:rsidRPr="00D6163D" w:rsidRDefault="002816DF" w:rsidP="00D6163D">
          <w:pPr>
            <w:pStyle w:val="Druhdokumentu"/>
          </w:pPr>
        </w:p>
      </w:tc>
    </w:tr>
  </w:tbl>
  <w:p w14:paraId="2D67BE34" w14:textId="77777777" w:rsidR="002816DF" w:rsidRPr="00D6163D" w:rsidRDefault="002816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16DF" w14:paraId="125F3090" w14:textId="77777777" w:rsidTr="00B22106">
      <w:trPr>
        <w:trHeight w:hRule="exact" w:val="936"/>
      </w:trPr>
      <w:tc>
        <w:tcPr>
          <w:tcW w:w="1361" w:type="dxa"/>
          <w:tcMar>
            <w:left w:w="0" w:type="dxa"/>
            <w:right w:w="0" w:type="dxa"/>
          </w:tcMar>
        </w:tcPr>
        <w:p w14:paraId="64F75280" w14:textId="77777777" w:rsidR="002816DF" w:rsidRPr="00B8518B" w:rsidRDefault="002816DF" w:rsidP="00FC6389">
          <w:pPr>
            <w:pStyle w:val="Zpat"/>
            <w:rPr>
              <w:rStyle w:val="slostrnky"/>
            </w:rPr>
          </w:pPr>
        </w:p>
      </w:tc>
      <w:tc>
        <w:tcPr>
          <w:tcW w:w="3458" w:type="dxa"/>
          <w:shd w:val="clear" w:color="auto" w:fill="auto"/>
          <w:tcMar>
            <w:left w:w="0" w:type="dxa"/>
            <w:right w:w="0" w:type="dxa"/>
          </w:tcMar>
        </w:tcPr>
        <w:p w14:paraId="7F24DA5A" w14:textId="77777777" w:rsidR="002816DF" w:rsidRDefault="002816DF"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2816DF" w:rsidRPr="00D6163D" w:rsidRDefault="002816DF" w:rsidP="00FC6389">
          <w:pPr>
            <w:pStyle w:val="Druhdokumentu"/>
          </w:pPr>
        </w:p>
      </w:tc>
    </w:tr>
    <w:tr w:rsidR="002816DF" w14:paraId="14D26AA4" w14:textId="77777777" w:rsidTr="00B22106">
      <w:trPr>
        <w:trHeight w:hRule="exact" w:val="936"/>
      </w:trPr>
      <w:tc>
        <w:tcPr>
          <w:tcW w:w="1361" w:type="dxa"/>
          <w:tcMar>
            <w:left w:w="0" w:type="dxa"/>
            <w:right w:w="0" w:type="dxa"/>
          </w:tcMar>
        </w:tcPr>
        <w:p w14:paraId="68D6B4DD" w14:textId="77777777" w:rsidR="002816DF" w:rsidRPr="00B8518B" w:rsidRDefault="002816DF" w:rsidP="00FC6389">
          <w:pPr>
            <w:pStyle w:val="Zpat"/>
            <w:rPr>
              <w:rStyle w:val="slostrnky"/>
            </w:rPr>
          </w:pPr>
        </w:p>
      </w:tc>
      <w:tc>
        <w:tcPr>
          <w:tcW w:w="3458" w:type="dxa"/>
          <w:shd w:val="clear" w:color="auto" w:fill="auto"/>
          <w:tcMar>
            <w:left w:w="0" w:type="dxa"/>
            <w:right w:w="0" w:type="dxa"/>
          </w:tcMar>
        </w:tcPr>
        <w:p w14:paraId="0FE5771A" w14:textId="77777777" w:rsidR="002816DF" w:rsidRDefault="002816DF" w:rsidP="00FC6389">
          <w:pPr>
            <w:pStyle w:val="Zpat"/>
          </w:pPr>
        </w:p>
      </w:tc>
      <w:tc>
        <w:tcPr>
          <w:tcW w:w="5756" w:type="dxa"/>
          <w:shd w:val="clear" w:color="auto" w:fill="auto"/>
          <w:tcMar>
            <w:left w:w="0" w:type="dxa"/>
            <w:right w:w="0" w:type="dxa"/>
          </w:tcMar>
        </w:tcPr>
        <w:p w14:paraId="7116DABD" w14:textId="77777777" w:rsidR="002816DF" w:rsidRPr="00D6163D" w:rsidRDefault="002816DF" w:rsidP="00FC6389">
          <w:pPr>
            <w:pStyle w:val="Druhdokumentu"/>
          </w:pPr>
        </w:p>
      </w:tc>
    </w:tr>
  </w:tbl>
  <w:p w14:paraId="6751D14B" w14:textId="77777777" w:rsidR="002816DF" w:rsidRPr="00D6163D" w:rsidRDefault="002816DF" w:rsidP="00FC6389">
    <w:pPr>
      <w:pStyle w:val="Zhlav"/>
      <w:rPr>
        <w:sz w:val="8"/>
        <w:szCs w:val="8"/>
      </w:rPr>
    </w:pPr>
  </w:p>
  <w:p w14:paraId="48D72188" w14:textId="77777777" w:rsidR="002816DF" w:rsidRPr="00460660" w:rsidRDefault="002816D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50825F97" w14:textId="77777777" w:rsidTr="00C02D0A">
      <w:trPr>
        <w:trHeight w:hRule="exact" w:val="454"/>
      </w:trPr>
      <w:tc>
        <w:tcPr>
          <w:tcW w:w="1361" w:type="dxa"/>
          <w:tcMar>
            <w:top w:w="57" w:type="dxa"/>
            <w:left w:w="0" w:type="dxa"/>
            <w:right w:w="0" w:type="dxa"/>
          </w:tcMar>
        </w:tcPr>
        <w:p w14:paraId="3080BE33"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560D6DD0" w14:textId="77777777" w:rsidR="002816DF" w:rsidRDefault="002816DF" w:rsidP="00523EA7">
          <w:pPr>
            <w:pStyle w:val="Zpat"/>
          </w:pPr>
        </w:p>
      </w:tc>
      <w:tc>
        <w:tcPr>
          <w:tcW w:w="5698" w:type="dxa"/>
          <w:shd w:val="clear" w:color="auto" w:fill="auto"/>
          <w:tcMar>
            <w:top w:w="57" w:type="dxa"/>
            <w:left w:w="0" w:type="dxa"/>
            <w:right w:w="0" w:type="dxa"/>
          </w:tcMar>
        </w:tcPr>
        <w:p w14:paraId="5C3AA2BF" w14:textId="77777777" w:rsidR="002816DF" w:rsidRPr="00D6163D" w:rsidRDefault="002816DF" w:rsidP="00D6163D">
          <w:pPr>
            <w:pStyle w:val="Druhdokumentu"/>
          </w:pPr>
        </w:p>
      </w:tc>
    </w:tr>
  </w:tbl>
  <w:p w14:paraId="3499F468" w14:textId="77777777" w:rsidR="002816DF" w:rsidRPr="00D6163D" w:rsidRDefault="002816D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1D67D37D" w14:textId="77777777" w:rsidTr="00C02D0A">
      <w:trPr>
        <w:trHeight w:hRule="exact" w:val="454"/>
      </w:trPr>
      <w:tc>
        <w:tcPr>
          <w:tcW w:w="1361" w:type="dxa"/>
          <w:tcMar>
            <w:top w:w="57" w:type="dxa"/>
            <w:left w:w="0" w:type="dxa"/>
            <w:right w:w="0" w:type="dxa"/>
          </w:tcMar>
        </w:tcPr>
        <w:p w14:paraId="7E6D3214"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3E2730BD" w14:textId="77777777" w:rsidR="002816DF" w:rsidRDefault="002816DF" w:rsidP="00523EA7">
          <w:pPr>
            <w:pStyle w:val="Zpat"/>
          </w:pPr>
        </w:p>
      </w:tc>
      <w:tc>
        <w:tcPr>
          <w:tcW w:w="5698" w:type="dxa"/>
          <w:shd w:val="clear" w:color="auto" w:fill="auto"/>
          <w:tcMar>
            <w:top w:w="57" w:type="dxa"/>
            <w:left w:w="0" w:type="dxa"/>
            <w:right w:w="0" w:type="dxa"/>
          </w:tcMar>
        </w:tcPr>
        <w:p w14:paraId="008585BA" w14:textId="77777777" w:rsidR="002816DF" w:rsidRPr="00D6163D" w:rsidRDefault="002816DF" w:rsidP="00D6163D">
          <w:pPr>
            <w:pStyle w:val="Druhdokumentu"/>
          </w:pPr>
        </w:p>
      </w:tc>
    </w:tr>
  </w:tbl>
  <w:p w14:paraId="33292E9D" w14:textId="77777777" w:rsidR="002816DF" w:rsidRPr="00D6163D" w:rsidRDefault="002816D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5362A945" w14:textId="77777777" w:rsidTr="00C02D0A">
      <w:trPr>
        <w:trHeight w:hRule="exact" w:val="454"/>
      </w:trPr>
      <w:tc>
        <w:tcPr>
          <w:tcW w:w="1361" w:type="dxa"/>
          <w:tcMar>
            <w:top w:w="57" w:type="dxa"/>
            <w:left w:w="0" w:type="dxa"/>
            <w:right w:w="0" w:type="dxa"/>
          </w:tcMar>
        </w:tcPr>
        <w:p w14:paraId="190E4EB8"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54EEB917" w14:textId="77777777" w:rsidR="002816DF" w:rsidRDefault="002816DF" w:rsidP="00523EA7">
          <w:pPr>
            <w:pStyle w:val="Zpat"/>
          </w:pPr>
        </w:p>
      </w:tc>
      <w:tc>
        <w:tcPr>
          <w:tcW w:w="5698" w:type="dxa"/>
          <w:shd w:val="clear" w:color="auto" w:fill="auto"/>
          <w:tcMar>
            <w:top w:w="57" w:type="dxa"/>
            <w:left w:w="0" w:type="dxa"/>
            <w:right w:w="0" w:type="dxa"/>
          </w:tcMar>
        </w:tcPr>
        <w:p w14:paraId="653F95CC" w14:textId="77777777" w:rsidR="002816DF" w:rsidRPr="00D6163D" w:rsidRDefault="002816DF" w:rsidP="00D6163D">
          <w:pPr>
            <w:pStyle w:val="Druhdokumentu"/>
          </w:pPr>
        </w:p>
      </w:tc>
    </w:tr>
  </w:tbl>
  <w:p w14:paraId="0B04A711" w14:textId="77777777" w:rsidR="002816DF" w:rsidRPr="00D6163D" w:rsidRDefault="002816D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6C247491" w14:textId="77777777" w:rsidTr="00C02D0A">
      <w:trPr>
        <w:trHeight w:hRule="exact" w:val="454"/>
      </w:trPr>
      <w:tc>
        <w:tcPr>
          <w:tcW w:w="1361" w:type="dxa"/>
          <w:tcMar>
            <w:top w:w="57" w:type="dxa"/>
            <w:left w:w="0" w:type="dxa"/>
            <w:right w:w="0" w:type="dxa"/>
          </w:tcMar>
        </w:tcPr>
        <w:p w14:paraId="2D1CFD8C"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4C37B60E" w14:textId="77777777" w:rsidR="002816DF" w:rsidRDefault="002816DF" w:rsidP="00523EA7">
          <w:pPr>
            <w:pStyle w:val="Zpat"/>
          </w:pPr>
        </w:p>
      </w:tc>
      <w:tc>
        <w:tcPr>
          <w:tcW w:w="5698" w:type="dxa"/>
          <w:shd w:val="clear" w:color="auto" w:fill="auto"/>
          <w:tcMar>
            <w:top w:w="57" w:type="dxa"/>
            <w:left w:w="0" w:type="dxa"/>
            <w:right w:w="0" w:type="dxa"/>
          </w:tcMar>
        </w:tcPr>
        <w:p w14:paraId="10501AE5" w14:textId="77777777" w:rsidR="002816DF" w:rsidRPr="00D6163D" w:rsidRDefault="002816DF" w:rsidP="00D6163D">
          <w:pPr>
            <w:pStyle w:val="Druhdokumentu"/>
          </w:pPr>
        </w:p>
      </w:tc>
    </w:tr>
  </w:tbl>
  <w:p w14:paraId="4D98D36A" w14:textId="77777777" w:rsidR="002816DF" w:rsidRPr="00D6163D" w:rsidRDefault="002816D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5DA0C32F" w14:textId="77777777" w:rsidTr="00C02D0A">
      <w:trPr>
        <w:trHeight w:hRule="exact" w:val="454"/>
      </w:trPr>
      <w:tc>
        <w:tcPr>
          <w:tcW w:w="1361" w:type="dxa"/>
          <w:tcMar>
            <w:top w:w="57" w:type="dxa"/>
            <w:left w:w="0" w:type="dxa"/>
            <w:right w:w="0" w:type="dxa"/>
          </w:tcMar>
        </w:tcPr>
        <w:p w14:paraId="0012662A"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5CE6143A" w14:textId="77777777" w:rsidR="002816DF" w:rsidRDefault="002816DF" w:rsidP="00523EA7">
          <w:pPr>
            <w:pStyle w:val="Zpat"/>
          </w:pPr>
        </w:p>
      </w:tc>
      <w:tc>
        <w:tcPr>
          <w:tcW w:w="5698" w:type="dxa"/>
          <w:shd w:val="clear" w:color="auto" w:fill="auto"/>
          <w:tcMar>
            <w:top w:w="57" w:type="dxa"/>
            <w:left w:w="0" w:type="dxa"/>
            <w:right w:w="0" w:type="dxa"/>
          </w:tcMar>
        </w:tcPr>
        <w:p w14:paraId="01A2CD0B" w14:textId="77777777" w:rsidR="002816DF" w:rsidRPr="00D6163D" w:rsidRDefault="002816DF" w:rsidP="00D6163D">
          <w:pPr>
            <w:pStyle w:val="Druhdokumentu"/>
          </w:pPr>
        </w:p>
      </w:tc>
    </w:tr>
  </w:tbl>
  <w:p w14:paraId="7B6CD802" w14:textId="77777777" w:rsidR="002816DF" w:rsidRPr="00D6163D" w:rsidRDefault="002816D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456EE47A" w14:textId="77777777" w:rsidTr="00C02D0A">
      <w:trPr>
        <w:trHeight w:hRule="exact" w:val="454"/>
      </w:trPr>
      <w:tc>
        <w:tcPr>
          <w:tcW w:w="1361" w:type="dxa"/>
          <w:tcMar>
            <w:top w:w="57" w:type="dxa"/>
            <w:left w:w="0" w:type="dxa"/>
            <w:right w:w="0" w:type="dxa"/>
          </w:tcMar>
        </w:tcPr>
        <w:p w14:paraId="16D9DD74"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3F11630A" w14:textId="77777777" w:rsidR="002816DF" w:rsidRDefault="002816DF" w:rsidP="00523EA7">
          <w:pPr>
            <w:pStyle w:val="Zpat"/>
          </w:pPr>
        </w:p>
      </w:tc>
      <w:tc>
        <w:tcPr>
          <w:tcW w:w="5698" w:type="dxa"/>
          <w:shd w:val="clear" w:color="auto" w:fill="auto"/>
          <w:tcMar>
            <w:top w:w="57" w:type="dxa"/>
            <w:left w:w="0" w:type="dxa"/>
            <w:right w:w="0" w:type="dxa"/>
          </w:tcMar>
        </w:tcPr>
        <w:p w14:paraId="19113D71" w14:textId="77777777" w:rsidR="002816DF" w:rsidRPr="00D6163D" w:rsidRDefault="002816DF" w:rsidP="00D6163D">
          <w:pPr>
            <w:pStyle w:val="Druhdokumentu"/>
          </w:pPr>
        </w:p>
      </w:tc>
    </w:tr>
  </w:tbl>
  <w:p w14:paraId="4A4000A6" w14:textId="77777777" w:rsidR="002816DF" w:rsidRPr="00D6163D" w:rsidRDefault="002816D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6DF" w14:paraId="3424F469" w14:textId="77777777" w:rsidTr="00C02D0A">
      <w:trPr>
        <w:trHeight w:hRule="exact" w:val="454"/>
      </w:trPr>
      <w:tc>
        <w:tcPr>
          <w:tcW w:w="1361" w:type="dxa"/>
          <w:tcMar>
            <w:top w:w="57" w:type="dxa"/>
            <w:left w:w="0" w:type="dxa"/>
            <w:right w:w="0" w:type="dxa"/>
          </w:tcMar>
        </w:tcPr>
        <w:p w14:paraId="6EF4D9A9" w14:textId="77777777" w:rsidR="002816DF" w:rsidRPr="00B8518B" w:rsidRDefault="002816DF" w:rsidP="00523EA7">
          <w:pPr>
            <w:pStyle w:val="Zpat"/>
            <w:rPr>
              <w:rStyle w:val="slostrnky"/>
            </w:rPr>
          </w:pPr>
        </w:p>
      </w:tc>
      <w:tc>
        <w:tcPr>
          <w:tcW w:w="3458" w:type="dxa"/>
          <w:shd w:val="clear" w:color="auto" w:fill="auto"/>
          <w:tcMar>
            <w:top w:w="57" w:type="dxa"/>
            <w:left w:w="0" w:type="dxa"/>
            <w:right w:w="0" w:type="dxa"/>
          </w:tcMar>
        </w:tcPr>
        <w:p w14:paraId="424F1A70" w14:textId="77777777" w:rsidR="002816DF" w:rsidRDefault="002816DF" w:rsidP="00523EA7">
          <w:pPr>
            <w:pStyle w:val="Zpat"/>
          </w:pPr>
        </w:p>
      </w:tc>
      <w:tc>
        <w:tcPr>
          <w:tcW w:w="5698" w:type="dxa"/>
          <w:shd w:val="clear" w:color="auto" w:fill="auto"/>
          <w:tcMar>
            <w:top w:w="57" w:type="dxa"/>
            <w:left w:w="0" w:type="dxa"/>
            <w:right w:w="0" w:type="dxa"/>
          </w:tcMar>
        </w:tcPr>
        <w:p w14:paraId="6FB5FFD8" w14:textId="77777777" w:rsidR="002816DF" w:rsidRPr="00D6163D" w:rsidRDefault="002816DF" w:rsidP="00D6163D">
          <w:pPr>
            <w:pStyle w:val="Druhdokumentu"/>
          </w:pPr>
        </w:p>
      </w:tc>
    </w:tr>
  </w:tbl>
  <w:p w14:paraId="08C12C33" w14:textId="77777777" w:rsidR="002816DF" w:rsidRPr="00D6163D" w:rsidRDefault="002816D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4"/>
    <w:lvlOverride w:ilvl="0">
      <w:startOverride w:val="1"/>
    </w:lvlOverride>
  </w:num>
  <w:num w:numId="3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A2315"/>
    <w:rsid w:val="001A5B98"/>
    <w:rsid w:val="001B4E74"/>
    <w:rsid w:val="001B7DE5"/>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16DF"/>
    <w:rsid w:val="002835F9"/>
    <w:rsid w:val="00284E3E"/>
    <w:rsid w:val="002A3B57"/>
    <w:rsid w:val="002A5468"/>
    <w:rsid w:val="002B2FC0"/>
    <w:rsid w:val="002C0AD9"/>
    <w:rsid w:val="002C31BF"/>
    <w:rsid w:val="002C7234"/>
    <w:rsid w:val="002D7FD6"/>
    <w:rsid w:val="002E0CD7"/>
    <w:rsid w:val="002E0CFB"/>
    <w:rsid w:val="002E5C7B"/>
    <w:rsid w:val="002F4333"/>
    <w:rsid w:val="00315C27"/>
    <w:rsid w:val="00316D63"/>
    <w:rsid w:val="00327EEF"/>
    <w:rsid w:val="0033239F"/>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C4399"/>
    <w:rsid w:val="004C787C"/>
    <w:rsid w:val="004D09FB"/>
    <w:rsid w:val="004D7138"/>
    <w:rsid w:val="004E7A1F"/>
    <w:rsid w:val="004F4B9B"/>
    <w:rsid w:val="00502690"/>
    <w:rsid w:val="0050666E"/>
    <w:rsid w:val="00506DE0"/>
    <w:rsid w:val="00511AB9"/>
    <w:rsid w:val="00516A41"/>
    <w:rsid w:val="00523BB5"/>
    <w:rsid w:val="00523EA7"/>
    <w:rsid w:val="0052767C"/>
    <w:rsid w:val="005406EB"/>
    <w:rsid w:val="00541324"/>
    <w:rsid w:val="00546383"/>
    <w:rsid w:val="00553375"/>
    <w:rsid w:val="00555884"/>
    <w:rsid w:val="0056713A"/>
    <w:rsid w:val="005736B7"/>
    <w:rsid w:val="00573A05"/>
    <w:rsid w:val="00575E5A"/>
    <w:rsid w:val="00580245"/>
    <w:rsid w:val="005932BD"/>
    <w:rsid w:val="005A0DD7"/>
    <w:rsid w:val="005A1F44"/>
    <w:rsid w:val="005A3013"/>
    <w:rsid w:val="005D3C39"/>
    <w:rsid w:val="005F4EE6"/>
    <w:rsid w:val="00600C41"/>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26C93"/>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D2A60"/>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503DD"/>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03E7"/>
    <w:rsid w:val="00F22E35"/>
    <w:rsid w:val="00F251AB"/>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98261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Andratschke@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238C696-1CAF-4C75-932A-592627D4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85</TotalTime>
  <Pages>25</Pages>
  <Words>4363</Words>
  <Characters>25745</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10</cp:revision>
  <cp:lastPrinted>2021-01-21T09:43:00Z</cp:lastPrinted>
  <dcterms:created xsi:type="dcterms:W3CDTF">2022-09-29T10:36:00Z</dcterms:created>
  <dcterms:modified xsi:type="dcterms:W3CDTF">2022-10-31T11:55:00Z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